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CellSpacing w:w="15" w:type="dxa"/>
        <w:tblInd w:w="-577" w:type="dxa"/>
        <w:tblBorders>
          <w:top w:val="outset" w:sz="18" w:space="0" w:color="062633"/>
          <w:left w:val="outset" w:sz="18" w:space="0" w:color="062633"/>
          <w:bottom w:val="outset" w:sz="18" w:space="0" w:color="062633"/>
          <w:right w:val="outset" w:sz="18" w:space="0" w:color="0626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387"/>
      </w:tblGrid>
      <w:tr w:rsidR="00BD6564" w:rsidRPr="00487116" w14:paraId="0114623F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B10CA5" w14:textId="77777777" w:rsidR="00BD6564" w:rsidRDefault="00C740A7" w:rsidP="00C740A7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8240" behindDoc="0" locked="0" layoutInCell="1" allowOverlap="1" wp14:anchorId="4ACD56F9" wp14:editId="428E611A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-1905</wp:posOffset>
                  </wp:positionV>
                  <wp:extent cx="323850" cy="32385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87116">
              <w:rPr>
                <w:rFonts w:ascii="Cambria" w:hAnsi="Cambria"/>
                <w:b/>
                <w:bCs/>
                <w:color w:val="1F497D"/>
                <w:lang w:val="es-419"/>
              </w:rPr>
              <w:t>UNIVERSIDAD CENTRAL DEL ECUADOR</w:t>
            </w:r>
          </w:p>
          <w:p w14:paraId="583EECEF" w14:textId="77777777" w:rsidR="00487116" w:rsidRPr="00487116" w:rsidRDefault="00487116" w:rsidP="00487116">
            <w:pPr>
              <w:jc w:val="center"/>
              <w:rPr>
                <w:rFonts w:ascii="Cambria" w:hAnsi="Cambria"/>
                <w:b/>
                <w:bCs/>
                <w:color w:val="1F497D"/>
                <w:lang w:val="es-419"/>
              </w:rPr>
            </w:pPr>
            <w:r>
              <w:rPr>
                <w:rFonts w:ascii="Cambria" w:hAnsi="Cambria"/>
                <w:b/>
                <w:bCs/>
                <w:color w:val="1F497D"/>
                <w:lang w:val="es-419"/>
              </w:rPr>
              <w:t>VENTANA DE MANTENIMIENTO</w:t>
            </w:r>
          </w:p>
        </w:tc>
      </w:tr>
      <w:tr w:rsidR="00076AC6" w:rsidRPr="00487116" w14:paraId="3F4042CE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9C110" w14:textId="77777777" w:rsidR="00076AC6" w:rsidRPr="00916090" w:rsidRDefault="009D00E7" w:rsidP="00821362">
            <w:pPr>
              <w:jc w:val="center"/>
              <w:rPr>
                <w:rFonts w:ascii="Cambria" w:hAnsi="Cambria"/>
                <w:lang w:val="es-EC"/>
              </w:rPr>
            </w:pPr>
            <w:r w:rsidRPr="734AFCCE">
              <w:rPr>
                <w:rFonts w:ascii="Cambria" w:hAnsi="Cambria"/>
                <w:lang w:val="es-EC"/>
              </w:rPr>
              <w:t xml:space="preserve">Sistema </w:t>
            </w:r>
            <w:r w:rsidR="002B5704">
              <w:rPr>
                <w:rFonts w:ascii="Cambria" w:hAnsi="Cambria"/>
                <w:lang w:val="es-EC"/>
              </w:rPr>
              <w:t>Académico</w:t>
            </w:r>
          </w:p>
        </w:tc>
      </w:tr>
      <w:tr w:rsidR="00076AC6" w:rsidRPr="00487116" w14:paraId="32F36A77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4F9C75" w14:textId="77777777" w:rsidR="00076AC6" w:rsidRPr="00487116" w:rsidRDefault="00076AC6" w:rsidP="00076AC6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Número de </w:t>
            </w:r>
            <w:r w:rsidR="001708D1">
              <w:rPr>
                <w:rFonts w:ascii="Cambria" w:hAnsi="Cambria"/>
                <w:b/>
                <w:bCs/>
                <w:color w:val="FFFFFF"/>
                <w:lang w:val="es-419"/>
              </w:rPr>
              <w:t>o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rden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d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 xml:space="preserve">e </w:t>
            </w:r>
            <w:r w:rsidR="001708D1">
              <w:rPr>
                <w:rFonts w:ascii="Cambria" w:hAnsi="Cambria"/>
                <w:b/>
                <w:bCs/>
                <w:color w:val="FFFFFF"/>
              </w:rPr>
              <w:t>t</w:t>
            </w:r>
            <w:r w:rsidRPr="00487116">
              <w:rPr>
                <w:rFonts w:ascii="Cambria" w:hAnsi="Cambria"/>
                <w:b/>
                <w:bCs/>
                <w:color w:val="FFFFFF"/>
              </w:rPr>
              <w:t>rabajo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31F0E5" w14:textId="6549D686" w:rsidR="00076AC6" w:rsidRPr="00DE6540" w:rsidRDefault="007E780A" w:rsidP="00BC5139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082</w:t>
            </w:r>
            <w:r w:rsidR="00076AC6" w:rsidRPr="7044B234">
              <w:rPr>
                <w:rFonts w:ascii="Cambria" w:hAnsi="Cambria"/>
                <w:b/>
                <w:bCs/>
                <w:lang w:val="es-419"/>
              </w:rPr>
              <w:t>-PP</w:t>
            </w:r>
            <w:r w:rsidR="000B5ED2">
              <w:rPr>
                <w:rFonts w:ascii="Cambria" w:hAnsi="Cambria"/>
                <w:b/>
                <w:bCs/>
                <w:lang w:val="es-EC"/>
              </w:rPr>
              <w:t>-</w:t>
            </w:r>
            <w:r w:rsidR="00AD6A81">
              <w:rPr>
                <w:rFonts w:ascii="Cambria" w:hAnsi="Cambria"/>
                <w:b/>
                <w:bCs/>
                <w:lang w:val="es-EC"/>
              </w:rPr>
              <w:t>SA</w:t>
            </w:r>
          </w:p>
        </w:tc>
      </w:tr>
      <w:tr w:rsidR="00076AC6" w:rsidRPr="00487116" w14:paraId="030CCC88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4838F0" w14:textId="77777777" w:rsidR="00076AC6" w:rsidRPr="00487116" w:rsidRDefault="002B5704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Inicio (</w:t>
            </w:r>
            <w:r w:rsidR="00076AC6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BD23A2" w14:textId="4EFEC9DD" w:rsidR="00076AC6" w:rsidRPr="00487116" w:rsidRDefault="007E780A" w:rsidP="00A75E0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05</w:t>
            </w:r>
            <w:r w:rsidR="00166619" w:rsidRPr="734AFCCE">
              <w:rPr>
                <w:rFonts w:ascii="Cambria" w:hAnsi="Cambria"/>
                <w:b/>
                <w:bCs/>
              </w:rPr>
              <w:t>/</w:t>
            </w:r>
            <w:r>
              <w:rPr>
                <w:rFonts w:ascii="Cambria" w:hAnsi="Cambria"/>
                <w:b/>
                <w:bCs/>
              </w:rPr>
              <w:t>12</w:t>
            </w:r>
            <w:r w:rsidR="00D72CAE" w:rsidRPr="734AFCCE">
              <w:rPr>
                <w:rFonts w:ascii="Cambria" w:hAnsi="Cambria"/>
                <w:b/>
                <w:bCs/>
              </w:rPr>
              <w:t>/</w:t>
            </w:r>
            <w:r w:rsidR="00C91470" w:rsidRPr="734AFCCE">
              <w:rPr>
                <w:rFonts w:ascii="Cambria" w:hAnsi="Cambria"/>
                <w:b/>
                <w:bCs/>
              </w:rPr>
              <w:t>202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1E14E4">
              <w:rPr>
                <w:rFonts w:ascii="Cambria" w:hAnsi="Cambria"/>
                <w:b/>
                <w:bCs/>
              </w:rPr>
              <w:t>13</w:t>
            </w:r>
            <w:r w:rsidR="00076AC6" w:rsidRPr="734AFCCE">
              <w:rPr>
                <w:rFonts w:ascii="Cambria" w:hAnsi="Cambria"/>
                <w:b/>
                <w:bCs/>
              </w:rPr>
              <w:t>:</w:t>
            </w:r>
            <w:r w:rsidR="005F3349">
              <w:rPr>
                <w:rFonts w:ascii="Cambria" w:hAnsi="Cambria"/>
                <w:b/>
                <w:bCs/>
              </w:rPr>
              <w:t>0</w:t>
            </w:r>
            <w:r w:rsidR="00187127">
              <w:rPr>
                <w:rFonts w:ascii="Cambria" w:hAnsi="Cambria"/>
                <w:b/>
                <w:bCs/>
              </w:rPr>
              <w:t>0</w:t>
            </w:r>
            <w:r w:rsidR="00A75E03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156822DA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F263F" w14:textId="77777777" w:rsidR="00076AC6" w:rsidRPr="00487116" w:rsidRDefault="00076AC6" w:rsidP="00076AC6">
            <w:pPr>
              <w:rPr>
                <w:rFonts w:ascii="Cambria" w:hAnsi="Cambria"/>
                <w:lang w:val="es-EC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Finalización</w:t>
            </w:r>
            <w:r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 </w:t>
            </w:r>
            <w:r w:rsidR="002B5704">
              <w:rPr>
                <w:rFonts w:ascii="Cambria" w:hAnsi="Cambria"/>
                <w:b/>
                <w:bCs/>
                <w:color w:val="FFFFFF"/>
                <w:lang w:val="es-419"/>
              </w:rPr>
              <w:t>estimada</w:t>
            </w:r>
            <w:r w:rsidR="002B5704"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(</w:t>
            </w:r>
            <w:r w:rsidRPr="00487116">
              <w:rPr>
                <w:rFonts w:ascii="Cambria" w:hAnsi="Cambria"/>
                <w:b/>
                <w:bCs/>
                <w:color w:val="FFFFFF"/>
                <w:lang w:val="es-EC"/>
              </w:rPr>
              <w:t>dd/mm/yy hh:mm)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3AF223" w14:textId="71D6B667" w:rsidR="00076AC6" w:rsidRPr="00AF71E3" w:rsidRDefault="006256FB" w:rsidP="00C20DD5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                              </w:t>
            </w:r>
            <w:r w:rsidR="007E780A">
              <w:rPr>
                <w:rFonts w:ascii="Cambria" w:hAnsi="Cambria"/>
                <w:b/>
                <w:bCs/>
              </w:rPr>
              <w:t>05</w:t>
            </w:r>
            <w:r w:rsidR="00E2762F">
              <w:rPr>
                <w:rFonts w:ascii="Cambria" w:hAnsi="Cambria"/>
                <w:b/>
                <w:bCs/>
              </w:rPr>
              <w:t>/</w:t>
            </w:r>
            <w:r w:rsidR="007E780A">
              <w:rPr>
                <w:rFonts w:ascii="Cambria" w:hAnsi="Cambria"/>
                <w:b/>
                <w:bCs/>
              </w:rPr>
              <w:t>12</w:t>
            </w:r>
            <w:r>
              <w:rPr>
                <w:rFonts w:ascii="Cambria" w:hAnsi="Cambria"/>
                <w:b/>
                <w:bCs/>
              </w:rPr>
              <w:t>/20</w:t>
            </w:r>
            <w:r w:rsidR="007B3234">
              <w:rPr>
                <w:rFonts w:ascii="Cambria" w:hAnsi="Cambria"/>
                <w:b/>
                <w:bCs/>
              </w:rPr>
              <w:t>2</w:t>
            </w:r>
            <w:r w:rsidR="00365CA2">
              <w:rPr>
                <w:rFonts w:ascii="Cambria" w:hAnsi="Cambria"/>
                <w:b/>
                <w:bCs/>
              </w:rPr>
              <w:t>4</w:t>
            </w:r>
            <w:r w:rsidR="000B5ED2">
              <w:rPr>
                <w:rFonts w:ascii="Cambria" w:hAnsi="Cambria"/>
                <w:b/>
                <w:bCs/>
              </w:rPr>
              <w:t xml:space="preserve"> </w:t>
            </w:r>
            <w:r w:rsidR="00187127">
              <w:rPr>
                <w:rFonts w:ascii="Cambria" w:hAnsi="Cambria"/>
                <w:b/>
                <w:bCs/>
              </w:rPr>
              <w:t xml:space="preserve"> </w:t>
            </w:r>
            <w:r w:rsidR="001E14E4">
              <w:rPr>
                <w:rFonts w:ascii="Cambria" w:hAnsi="Cambria"/>
                <w:b/>
                <w:bCs/>
              </w:rPr>
              <w:t>13</w:t>
            </w:r>
            <w:r w:rsidR="00505B97">
              <w:rPr>
                <w:rFonts w:ascii="Cambria" w:hAnsi="Cambria"/>
                <w:b/>
                <w:bCs/>
              </w:rPr>
              <w:t>:3</w:t>
            </w:r>
            <w:r w:rsidR="00187127">
              <w:rPr>
                <w:rFonts w:ascii="Cambria" w:hAnsi="Cambria"/>
                <w:b/>
                <w:bCs/>
              </w:rPr>
              <w:t>0</w:t>
            </w:r>
            <w:r w:rsidR="00454078" w:rsidRPr="734AFCCE">
              <w:rPr>
                <w:rFonts w:ascii="Cambria" w:hAnsi="Cambria"/>
                <w:b/>
                <w:bCs/>
              </w:rPr>
              <w:t>:00</w:t>
            </w:r>
          </w:p>
        </w:tc>
      </w:tr>
      <w:tr w:rsidR="00076AC6" w:rsidRPr="00487116" w14:paraId="04D01EAB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0DBB84" w14:textId="77777777" w:rsidR="00076AC6" w:rsidRPr="00487116" w:rsidRDefault="00076AC6" w:rsidP="00D26C39">
            <w:pPr>
              <w:rPr>
                <w:rFonts w:ascii="Cambria" w:hAnsi="Cambria"/>
              </w:rPr>
            </w:pP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Duración de la ventana de</w:t>
            </w:r>
            <w:r w:rsidR="00D26C39">
              <w:rPr>
                <w:rFonts w:ascii="Cambria" w:hAnsi="Cambria"/>
                <w:b/>
                <w:bCs/>
                <w:color w:val="FFFFFF"/>
                <w:lang w:val="es-EC"/>
              </w:rPr>
              <w:t xml:space="preserve"> </w:t>
            </w:r>
            <w:r w:rsidRPr="00CA554E">
              <w:rPr>
                <w:rFonts w:ascii="Cambria" w:hAnsi="Cambria"/>
                <w:b/>
                <w:bCs/>
                <w:color w:val="FFFFFF"/>
                <w:lang w:val="es-EC"/>
              </w:rPr>
              <w:t>mantenimiento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vAlign w:val="center"/>
            <w:hideMark/>
          </w:tcPr>
          <w:p w14:paraId="44DFAB3E" w14:textId="24DEB367" w:rsidR="00076AC6" w:rsidRPr="00F747EC" w:rsidRDefault="005F3349" w:rsidP="00F747EC">
            <w:pPr>
              <w:jc w:val="center"/>
              <w:rPr>
                <w:rFonts w:ascii="Cambria" w:hAnsi="Cambria"/>
                <w:lang w:val="es-EC"/>
              </w:rPr>
            </w:pPr>
            <w:r>
              <w:rPr>
                <w:rFonts w:ascii="Cambria" w:hAnsi="Cambria"/>
                <w:lang w:val="es-EC"/>
              </w:rPr>
              <w:t>6</w:t>
            </w:r>
            <w:r w:rsidR="002C180C">
              <w:rPr>
                <w:rFonts w:ascii="Cambria" w:hAnsi="Cambria"/>
                <w:lang w:val="es-EC"/>
              </w:rPr>
              <w:t>0 minutos</w:t>
            </w:r>
          </w:p>
          <w:p w14:paraId="53B93FC4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52C2649E" w14:textId="77777777" w:rsidTr="00D26C39">
        <w:trPr>
          <w:tblCellSpacing w:w="15" w:type="dxa"/>
        </w:trPr>
        <w:tc>
          <w:tcPr>
            <w:tcW w:w="4633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53F24" w14:textId="77777777" w:rsidR="00076AC6" w:rsidRPr="00487116" w:rsidRDefault="002B5704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b/>
                <w:bCs/>
                <w:color w:val="FFFFFF"/>
                <w:lang w:val="es-419"/>
              </w:rPr>
              <w:t xml:space="preserve">Área </w:t>
            </w:r>
            <w:r>
              <w:rPr>
                <w:rFonts w:ascii="Cambria" w:hAnsi="Cambria"/>
                <w:b/>
                <w:bCs/>
                <w:color w:val="FFFFFF"/>
              </w:rPr>
              <w:t>solicitante</w:t>
            </w:r>
            <w:r w:rsidR="00076AC6" w:rsidRPr="00487116">
              <w:rPr>
                <w:rFonts w:ascii="Cambria" w:hAnsi="Cambria"/>
                <w:b/>
                <w:bCs/>
                <w:color w:val="FFFFFF"/>
              </w:rPr>
              <w:t xml:space="preserve"> </w:t>
            </w:r>
          </w:p>
        </w:tc>
        <w:tc>
          <w:tcPr>
            <w:tcW w:w="5342" w:type="dxa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42AAE" w14:textId="59C0E5F6" w:rsidR="00076AC6" w:rsidRPr="00487116" w:rsidRDefault="00076AC6" w:rsidP="00076AC6">
            <w:pPr>
              <w:rPr>
                <w:rFonts w:ascii="Cambria" w:hAnsi="Cambria"/>
              </w:rPr>
            </w:pPr>
            <w:r w:rsidRPr="00487116">
              <w:rPr>
                <w:rFonts w:ascii="Cambria" w:hAnsi="Cambria"/>
                <w:lang w:val="es-419"/>
              </w:rPr>
              <w:t xml:space="preserve">Soporte Técnico           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</w:t>
            </w:r>
            <w:r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-3329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33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8A656EA" w14:textId="77777777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Proyectos y Producción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    </w:t>
            </w:r>
            <w:sdt>
              <w:sdtPr>
                <w:rPr>
                  <w:rFonts w:ascii="Cambria" w:hAnsi="Cambria"/>
                </w:rPr>
                <w:id w:val="16936505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1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406112AB" w14:textId="31057741" w:rsidR="00076AC6" w:rsidRPr="00487116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 xml:space="preserve">Desarrollo de Software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  </w:t>
            </w:r>
            <w:r w:rsidRPr="00487116">
              <w:rPr>
                <w:rFonts w:ascii="Cambria" w:hAnsi="Cambria"/>
                <w:lang w:val="es-419"/>
              </w:rPr>
              <w:t xml:space="preserve">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Pr="00487116">
              <w:rPr>
                <w:rFonts w:ascii="Cambria" w:hAnsi="Cambria"/>
                <w:lang w:val="es-419"/>
              </w:rPr>
              <w:t xml:space="preserve">    </w:t>
            </w:r>
            <w:sdt>
              <w:sdtPr>
                <w:rPr>
                  <w:rFonts w:ascii="Cambria" w:hAnsi="Cambria"/>
                </w:rPr>
                <w:id w:val="37050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334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  <w:p w14:paraId="1A20934B" w14:textId="4905310D" w:rsidR="005F3349" w:rsidRDefault="00076AC6" w:rsidP="00076AC6">
            <w:pPr>
              <w:rPr>
                <w:rFonts w:ascii="Cambria" w:hAnsi="Cambria"/>
                <w:lang w:val="es-419"/>
              </w:rPr>
            </w:pPr>
            <w:r w:rsidRPr="00487116">
              <w:rPr>
                <w:rFonts w:ascii="Cambria" w:hAnsi="Cambria"/>
                <w:lang w:val="es-419"/>
              </w:rPr>
              <w:t>Infraestructura</w:t>
            </w:r>
            <w:r w:rsidR="005F3349">
              <w:rPr>
                <w:rFonts w:ascii="Cambria" w:hAnsi="Cambria"/>
                <w:lang w:val="es-419"/>
              </w:rPr>
              <w:t xml:space="preserve">                                                         </w:t>
            </w:r>
            <w:r w:rsidR="005F3349">
              <w:rPr>
                <w:rFonts w:ascii="MS Gothic" w:eastAsia="MS Gothic" w:hAnsi="MS Gothic" w:hint="eastAsia"/>
              </w:rPr>
              <w:t xml:space="preserve"> </w:t>
            </w:r>
            <w:r w:rsidR="005F3349">
              <w:rPr>
                <w:rFonts w:ascii="MS Gothic" w:eastAsia="MS Gothic" w:hAnsi="MS Gothic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21397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33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71604C8" w14:textId="315B5EE4" w:rsidR="00076AC6" w:rsidRPr="00487116" w:rsidRDefault="005F3349" w:rsidP="00076AC6">
            <w:pPr>
              <w:rPr>
                <w:rFonts w:ascii="Cambria" w:hAnsi="Cambria"/>
                <w:lang w:val="es-419"/>
              </w:rPr>
            </w:pPr>
            <w:r>
              <w:rPr>
                <w:rFonts w:ascii="Cambria" w:hAnsi="Cambria"/>
                <w:lang w:val="es-419"/>
              </w:rPr>
              <w:t>Base de datos</w:t>
            </w:r>
            <w:r w:rsidR="00076AC6" w:rsidRPr="00487116">
              <w:rPr>
                <w:rFonts w:ascii="Cambria" w:hAnsi="Cambria"/>
                <w:lang w:val="es-419"/>
              </w:rPr>
              <w:t xml:space="preserve">           </w:t>
            </w:r>
            <w:r w:rsidR="00D26C39">
              <w:rPr>
                <w:rFonts w:ascii="Cambria" w:hAnsi="Cambria"/>
                <w:lang w:val="es-419"/>
              </w:rPr>
              <w:t xml:space="preserve">                               </w:t>
            </w:r>
            <w:r>
              <w:rPr>
                <w:rFonts w:ascii="Cambria" w:hAnsi="Cambria"/>
                <w:lang w:val="es-419"/>
              </w:rPr>
              <w:t xml:space="preserve">          </w:t>
            </w:r>
            <w:r w:rsidR="00D26C39">
              <w:rPr>
                <w:rFonts w:ascii="Cambria" w:hAnsi="Cambria"/>
                <w:lang w:val="es-419"/>
              </w:rPr>
              <w:t xml:space="preserve">  </w:t>
            </w:r>
            <w:r w:rsidR="00076AC6" w:rsidRPr="00487116">
              <w:rPr>
                <w:rFonts w:ascii="Cambria" w:hAnsi="Cambria"/>
                <w:lang w:val="es-419"/>
              </w:rPr>
              <w:t xml:space="preserve">       </w:t>
            </w:r>
            <w:r w:rsidR="00D26C39">
              <w:rPr>
                <w:rFonts w:ascii="Cambria" w:hAnsi="Cambria"/>
                <w:lang w:val="es-419"/>
              </w:rPr>
              <w:t xml:space="preserve"> </w:t>
            </w:r>
            <w:r w:rsidR="00076AC6" w:rsidRPr="00487116">
              <w:rPr>
                <w:rFonts w:ascii="Cambria" w:hAnsi="Cambria"/>
                <w:lang w:val="es-419"/>
              </w:rPr>
              <w:t xml:space="preserve">  </w:t>
            </w:r>
            <w:r w:rsidR="00076AC6">
              <w:rPr>
                <w:rFonts w:ascii="Cambria" w:hAnsi="Cambria"/>
                <w:lang w:val="es-419"/>
              </w:rPr>
              <w:t xml:space="preserve"> </w:t>
            </w:r>
            <w:sdt>
              <w:sdtPr>
                <w:rPr>
                  <w:rFonts w:ascii="Cambria" w:hAnsi="Cambria"/>
                </w:rPr>
                <w:id w:val="10945962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</w:tr>
      <w:tr w:rsidR="00076AC6" w:rsidRPr="00487116" w14:paraId="7CBCF1A2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AD3D3" w14:textId="77777777" w:rsidR="00076AC6" w:rsidRPr="00E01484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 w:rsidRPr="00E01484">
              <w:rPr>
                <w:rFonts w:ascii="Cambria" w:hAnsi="Cambria"/>
                <w:b/>
                <w:bCs/>
                <w:lang w:val="es-419"/>
              </w:rPr>
              <w:t>Descripción Actividad</w:t>
            </w:r>
          </w:p>
        </w:tc>
      </w:tr>
      <w:tr w:rsidR="00076AC6" w:rsidRPr="00487116" w14:paraId="00E94CCA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F27DE" w14:textId="0B348649" w:rsidR="00D1662C" w:rsidRPr="00E37F64" w:rsidRDefault="007E780A" w:rsidP="00E37F64">
            <w:pPr>
              <w:pStyle w:val="Prrafodelista"/>
              <w:numPr>
                <w:ilvl w:val="0"/>
                <w:numId w:val="25"/>
              </w:numPr>
              <w:rPr>
                <w:rFonts w:ascii="Times New Roman" w:hAnsi="Times New Roman"/>
                <w:sz w:val="24"/>
                <w:szCs w:val="24"/>
                <w:lang w:val="es-EC" w:eastAsia="es-EC"/>
              </w:rPr>
            </w:pPr>
            <w:r>
              <w:rPr>
                <w:lang w:val="es-EC" w:eastAsia="es-EC"/>
              </w:rPr>
              <w:t>Se aumenta el tamaño del campo del usuario</w:t>
            </w:r>
          </w:p>
        </w:tc>
      </w:tr>
      <w:tr w:rsidR="00076AC6" w:rsidRPr="00487116" w14:paraId="019DBC36" w14:textId="77777777" w:rsidTr="734AFCCE">
        <w:trPr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338C65" w14:textId="77777777" w:rsidR="00076AC6" w:rsidRPr="000B5ED2" w:rsidRDefault="00076AC6" w:rsidP="00076AC6">
            <w:pPr>
              <w:jc w:val="center"/>
              <w:rPr>
                <w:rFonts w:ascii="Cambria" w:hAnsi="Cambria"/>
              </w:rPr>
            </w:pPr>
            <w:r w:rsidRPr="000B5ED2">
              <w:rPr>
                <w:rFonts w:ascii="Cambria" w:hAnsi="Cambria"/>
                <w:b/>
                <w:bCs/>
                <w:lang w:val="es-419"/>
              </w:rPr>
              <w:t xml:space="preserve">Servicios </w:t>
            </w:r>
            <w:r w:rsidR="756BE760" w:rsidRPr="000B5ED2">
              <w:rPr>
                <w:rFonts w:ascii="Cambria" w:hAnsi="Cambria"/>
                <w:b/>
                <w:bCs/>
                <w:lang w:val="es-419"/>
              </w:rPr>
              <w:t>Informáticos Involucrados</w:t>
            </w:r>
            <w:r w:rsidRPr="000B5ED2">
              <w:rPr>
                <w:rFonts w:ascii="Cambria" w:hAnsi="Cambria"/>
                <w:b/>
                <w:bCs/>
              </w:rPr>
              <w:t xml:space="preserve"> </w:t>
            </w:r>
          </w:p>
        </w:tc>
      </w:tr>
      <w:tr w:rsidR="00076AC6" w:rsidRPr="00487116" w14:paraId="2EF4CE5A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2778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</w:p>
          <w:p w14:paraId="06D8D923" w14:textId="77777777" w:rsidR="00076AC6" w:rsidRPr="00487116" w:rsidRDefault="002B5704" w:rsidP="00076AC6">
            <w:pPr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 </w:t>
            </w:r>
            <w:r w:rsidR="00076AC6" w:rsidRPr="00487116">
              <w:rPr>
                <w:rFonts w:ascii="Cambria" w:hAnsi="Cambria"/>
                <w:b/>
                <w:bCs/>
              </w:rPr>
              <w:t>Posibles Intermitencias en las Plataformas Afectadas:</w:t>
            </w:r>
            <w:r w:rsidR="00076AC6" w:rsidRPr="00487116">
              <w:rPr>
                <w:rFonts w:ascii="Cambria" w:hAnsi="Cambria"/>
                <w:b/>
                <w:bCs/>
                <w:color w:val="1F497D"/>
              </w:rPr>
              <w:t> </w:t>
            </w:r>
          </w:p>
          <w:p w14:paraId="480ED354" w14:textId="77777777" w:rsidR="00076AC6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7BCE1F85" w14:textId="77777777" w:rsidR="00076AC6" w:rsidRDefault="003D1C8D" w:rsidP="002B5704">
            <w:pPr>
              <w:pStyle w:val="Prrafodelista"/>
              <w:numPr>
                <w:ilvl w:val="0"/>
                <w:numId w:val="20"/>
              </w:numPr>
              <w:rPr>
                <w:rFonts w:ascii="Cambria" w:hAnsi="Cambria"/>
                <w:lang w:val="es-EC"/>
              </w:rPr>
            </w:pPr>
            <w:r w:rsidRPr="002B5704">
              <w:rPr>
                <w:rFonts w:ascii="Cambria" w:hAnsi="Cambria"/>
                <w:lang w:val="es-EC"/>
              </w:rPr>
              <w:t xml:space="preserve">Sistema </w:t>
            </w:r>
            <w:r w:rsidR="00DD74F6">
              <w:rPr>
                <w:rFonts w:ascii="Cambria" w:hAnsi="Cambria"/>
                <w:lang w:val="es-EC"/>
              </w:rPr>
              <w:t>Académico</w:t>
            </w:r>
          </w:p>
          <w:p w14:paraId="2D9C21A3" w14:textId="77777777" w:rsidR="00076AC6" w:rsidRPr="00AD76C7" w:rsidRDefault="00076AC6" w:rsidP="00076AC6">
            <w:pPr>
              <w:rPr>
                <w:rFonts w:ascii="Cambria" w:hAnsi="Cambria"/>
                <w:color w:val="1F497D"/>
              </w:rPr>
            </w:pPr>
          </w:p>
          <w:p w14:paraId="59C3287B" w14:textId="77777777" w:rsidR="00076AC6" w:rsidRPr="00487116" w:rsidRDefault="00076AC6" w:rsidP="00076AC6">
            <w:pPr>
              <w:pStyle w:val="Prrafodelista"/>
              <w:rPr>
                <w:rFonts w:ascii="Cambria" w:hAnsi="Cambria"/>
                <w:lang w:val="es-EC"/>
              </w:rPr>
            </w:pPr>
          </w:p>
        </w:tc>
      </w:tr>
      <w:tr w:rsidR="00076AC6" w:rsidRPr="00487116" w14:paraId="25FF3542" w14:textId="77777777" w:rsidTr="734AFCCE">
        <w:trPr>
          <w:trHeight w:val="321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00206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D1A1B" w14:textId="77777777" w:rsidR="00076AC6" w:rsidRDefault="00076AC6" w:rsidP="00076AC6">
            <w:pPr>
              <w:jc w:val="center"/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Usuarios Afectados</w:t>
            </w:r>
          </w:p>
        </w:tc>
      </w:tr>
      <w:tr w:rsidR="00076AC6" w:rsidRPr="00487116" w14:paraId="19A01BE6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E857" w14:textId="77777777" w:rsidR="00DD74F6" w:rsidRPr="00AF71E3" w:rsidRDefault="00AF71E3" w:rsidP="00DD74F6">
            <w:pPr>
              <w:rPr>
                <w:rFonts w:ascii="Cambria" w:hAnsi="Cambria"/>
                <w:bCs/>
                <w:lang w:val="es-419"/>
              </w:rPr>
            </w:pPr>
            <w:r w:rsidRPr="00AF71E3">
              <w:rPr>
                <w:rFonts w:ascii="Cambria" w:hAnsi="Cambria"/>
                <w:bCs/>
                <w:lang w:val="es-419"/>
              </w:rPr>
              <w:t>Usuarios sistema académico</w:t>
            </w:r>
          </w:p>
        </w:tc>
      </w:tr>
      <w:tr w:rsidR="00076AC6" w:rsidRPr="00487116" w14:paraId="76A38F21" w14:textId="77777777" w:rsidTr="734AFCCE">
        <w:trPr>
          <w:trHeight w:val="729"/>
          <w:tblCellSpacing w:w="15" w:type="dxa"/>
        </w:trPr>
        <w:tc>
          <w:tcPr>
            <w:tcW w:w="10005" w:type="dxa"/>
            <w:gridSpan w:val="2"/>
            <w:tcBorders>
              <w:top w:val="outset" w:sz="8" w:space="0" w:color="062633"/>
              <w:left w:val="outset" w:sz="8" w:space="0" w:color="062633"/>
              <w:bottom w:val="outset" w:sz="8" w:space="0" w:color="062633"/>
              <w:right w:val="outset" w:sz="8" w:space="0" w:color="062633"/>
            </w:tcBorders>
            <w:shd w:val="clear" w:color="auto" w:fill="FFFFFF" w:themeFill="background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5B10E3" w14:textId="77777777" w:rsidR="00076AC6" w:rsidRPr="00487116" w:rsidRDefault="00076AC6" w:rsidP="00076AC6">
            <w:pPr>
              <w:rPr>
                <w:rFonts w:ascii="Cambria" w:hAnsi="Cambria"/>
                <w:b/>
                <w:bCs/>
              </w:rPr>
            </w:pPr>
            <w:r>
              <w:rPr>
                <w:b/>
                <w:bCs/>
                <w:lang w:eastAsia="en-US"/>
              </w:rPr>
              <w:t>Nota:</w:t>
            </w:r>
            <w:r>
              <w:rPr>
                <w:lang w:eastAsia="en-US"/>
              </w:rPr>
              <w:t xml:space="preserve"> 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en caso de requerir más información, o de que este cambio afecte alguna actividad programada por favor comunicarse al correo electrónico  </w:t>
            </w:r>
            <w:hyperlink r:id="rId9" w:history="1">
              <w:r w:rsidR="00191847" w:rsidRPr="007808ED">
                <w:rPr>
                  <w:rStyle w:val="Hipervnculo"/>
                  <w:rFonts w:ascii="Cambria" w:hAnsi="Cambria"/>
                  <w:b/>
                  <w:bCs/>
                  <w:lang w:val="es-419"/>
                </w:rPr>
                <w:t>produccion@uce.edu.ec</w:t>
              </w:r>
            </w:hyperlink>
          </w:p>
        </w:tc>
      </w:tr>
    </w:tbl>
    <w:p w14:paraId="7BB6EDCE" w14:textId="77777777" w:rsidR="0062243A" w:rsidRDefault="0062243A"/>
    <w:tbl>
      <w:tblPr>
        <w:tblStyle w:val="Tablaconcuadrcula"/>
        <w:tblW w:w="5968" w:type="pct"/>
        <w:tblInd w:w="-597" w:type="dxa"/>
        <w:tblLook w:val="04A0" w:firstRow="1" w:lastRow="0" w:firstColumn="1" w:lastColumn="0" w:noHBand="0" w:noVBand="1"/>
      </w:tblPr>
      <w:tblGrid>
        <w:gridCol w:w="2519"/>
        <w:gridCol w:w="2520"/>
        <w:gridCol w:w="2520"/>
        <w:gridCol w:w="2520"/>
      </w:tblGrid>
      <w:tr w:rsidR="00832359" w14:paraId="04CFEC4B" w14:textId="77777777" w:rsidTr="00EC7011">
        <w:trPr>
          <w:trHeight w:val="460"/>
        </w:trPr>
        <w:tc>
          <w:tcPr>
            <w:tcW w:w="1250" w:type="pct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33CDEBC0" w14:textId="77777777" w:rsidR="00B579F0" w:rsidRPr="00571172" w:rsidRDefault="00B579F0" w:rsidP="00832359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Desarroll</w:t>
            </w:r>
            <w:r w:rsidR="00621A2D">
              <w:rPr>
                <w:rFonts w:ascii="Cambria" w:hAnsi="Cambria"/>
                <w:b/>
                <w:bCs/>
                <w:lang w:val="es-419"/>
              </w:rPr>
              <w:t>ado 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7DD9FE96" w14:textId="77777777" w:rsidR="00B579F0" w:rsidRPr="00571172" w:rsidRDefault="007469FB" w:rsidP="00DD1926">
            <w:pPr>
              <w:rPr>
                <w:rFonts w:ascii="Cambria" w:hAnsi="Cambria"/>
                <w:b/>
                <w:bCs/>
                <w:lang w:val="es-419"/>
              </w:rPr>
            </w:pPr>
            <w:r>
              <w:rPr>
                <w:rFonts w:ascii="Cambria" w:hAnsi="Cambria"/>
                <w:b/>
                <w:bCs/>
                <w:lang w:val="es-419"/>
              </w:rPr>
              <w:t>Paso a producción</w:t>
            </w:r>
            <w:r w:rsidR="00B579F0">
              <w:rPr>
                <w:rFonts w:ascii="Cambria" w:hAnsi="Cambria"/>
                <w:b/>
                <w:bCs/>
                <w:lang w:val="es-419"/>
              </w:rPr>
              <w:t xml:space="preserve">: 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02060"/>
          </w:tcPr>
          <w:p w14:paraId="2F08B887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 xml:space="preserve">Revisado </w:t>
            </w:r>
            <w:r>
              <w:rPr>
                <w:rFonts w:ascii="Cambria" w:hAnsi="Cambria"/>
                <w:b/>
                <w:bCs/>
                <w:lang w:val="es-419"/>
              </w:rPr>
              <w:t>por:</w:t>
            </w:r>
          </w:p>
        </w:tc>
        <w:tc>
          <w:tcPr>
            <w:tcW w:w="1250" w:type="pct"/>
            <w:tcBorders>
              <w:top w:val="thinThickSmallGap" w:sz="12" w:space="0" w:color="auto"/>
              <w:left w:val="double" w:sz="4" w:space="0" w:color="auto"/>
              <w:bottom w:val="double" w:sz="4" w:space="0" w:color="auto"/>
              <w:right w:val="thinThickSmallGap" w:sz="12" w:space="0" w:color="auto"/>
            </w:tcBorders>
            <w:shd w:val="clear" w:color="auto" w:fill="002060"/>
          </w:tcPr>
          <w:p w14:paraId="7C9BEC94" w14:textId="77777777" w:rsidR="00B579F0" w:rsidRPr="00571172" w:rsidRDefault="00B579F0" w:rsidP="00DD1926">
            <w:pPr>
              <w:jc w:val="both"/>
              <w:rPr>
                <w:rFonts w:ascii="Cambria" w:hAnsi="Cambria"/>
                <w:b/>
                <w:bCs/>
                <w:lang w:val="es-419"/>
              </w:rPr>
            </w:pPr>
            <w:r w:rsidRPr="00571172">
              <w:rPr>
                <w:rFonts w:ascii="Cambria" w:hAnsi="Cambria"/>
                <w:b/>
                <w:bCs/>
                <w:lang w:val="es-419"/>
              </w:rPr>
              <w:t>Aprobado</w:t>
            </w:r>
            <w:r>
              <w:rPr>
                <w:rFonts w:ascii="Cambria" w:hAnsi="Cambria"/>
                <w:b/>
                <w:bCs/>
                <w:lang w:val="es-419"/>
              </w:rPr>
              <w:t xml:space="preserve"> por:</w:t>
            </w:r>
          </w:p>
        </w:tc>
      </w:tr>
      <w:tr w:rsidR="00832359" w14:paraId="51DD786F" w14:textId="77777777" w:rsidTr="00EC7011">
        <w:trPr>
          <w:trHeight w:val="460"/>
        </w:trPr>
        <w:tc>
          <w:tcPr>
            <w:tcW w:w="1250" w:type="pct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</w:tcPr>
          <w:p w14:paraId="37A8BCE8" w14:textId="6A746BE9" w:rsidR="00CB4FA2" w:rsidRPr="004E3C00" w:rsidRDefault="003F3298" w:rsidP="007E780A">
            <w:pPr>
              <w:rPr>
                <w:u w:val="single"/>
                <w:lang w:val="es-EC"/>
              </w:rPr>
            </w:pPr>
            <w:r>
              <w:rPr>
                <w:lang w:val="es-EC"/>
              </w:rPr>
              <w:t xml:space="preserve">Ing. </w:t>
            </w:r>
            <w:r w:rsidR="007E780A">
              <w:rPr>
                <w:lang w:val="es-EC"/>
              </w:rPr>
              <w:t>Carlos Viteri</w:t>
            </w:r>
            <w:bookmarkStart w:id="0" w:name="_GoBack"/>
            <w:bookmarkEnd w:id="0"/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5F63EAF1" w14:textId="2C91B52C" w:rsidR="00B579F0" w:rsidRPr="005F43DE" w:rsidRDefault="00C46A39" w:rsidP="00533B37">
            <w:pPr>
              <w:rPr>
                <w:rFonts w:ascii="Cambria" w:hAnsi="Cambria"/>
                <w:b/>
                <w:bCs/>
                <w:color w:val="1F497D"/>
                <w:highlight w:val="black"/>
                <w:lang w:val="es-EC"/>
              </w:rPr>
            </w:pPr>
            <w:r>
              <w:rPr>
                <w:lang w:val="es-EC"/>
              </w:rPr>
              <w:t>María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double" w:sz="4" w:space="0" w:color="auto"/>
            </w:tcBorders>
          </w:tcPr>
          <w:p w14:paraId="17391784" w14:textId="77777777" w:rsidR="00B579F0" w:rsidRPr="00247C63" w:rsidRDefault="00B579F0" w:rsidP="00427CB0">
            <w:pPr>
              <w:rPr>
                <w:lang w:val="es-419"/>
              </w:rPr>
            </w:pPr>
            <w:r>
              <w:rPr>
                <w:lang w:val="es-EC"/>
              </w:rPr>
              <w:t>Ma</w:t>
            </w:r>
            <w:r w:rsidR="005F43DE">
              <w:rPr>
                <w:lang w:val="es-EC"/>
              </w:rPr>
              <w:t>ría</w:t>
            </w:r>
            <w:r>
              <w:rPr>
                <w:lang w:val="es-EC"/>
              </w:rPr>
              <w:t xml:space="preserve"> Esther Moyano</w:t>
            </w:r>
          </w:p>
        </w:tc>
        <w:tc>
          <w:tcPr>
            <w:tcW w:w="1250" w:type="pct"/>
            <w:tcBorders>
              <w:top w:val="doub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47CF04" w14:textId="5318A022" w:rsidR="00B579F0" w:rsidRPr="00247C63" w:rsidRDefault="00B2491F" w:rsidP="00427CB0">
            <w:pPr>
              <w:rPr>
                <w:lang w:val="es-419"/>
              </w:rPr>
            </w:pPr>
            <w:r>
              <w:rPr>
                <w:lang w:val="es-419"/>
              </w:rPr>
              <w:t>Ing. Mario</w:t>
            </w:r>
            <w:r w:rsidR="00B579F0">
              <w:rPr>
                <w:lang w:val="es-419"/>
              </w:rPr>
              <w:t xml:space="preserve"> Morales</w:t>
            </w:r>
          </w:p>
        </w:tc>
      </w:tr>
    </w:tbl>
    <w:p w14:paraId="38622C11" w14:textId="77777777" w:rsidR="00DD74F6" w:rsidRPr="00487116" w:rsidRDefault="00DD74F6" w:rsidP="00DD74F6">
      <w:pPr>
        <w:pStyle w:val="Piedepgina"/>
        <w:rPr>
          <w:lang w:val="es-419"/>
        </w:rPr>
      </w:pPr>
      <w:r>
        <w:rPr>
          <w:lang w:val="es-419"/>
        </w:rPr>
        <w:t>Elaborado por: Área de Proyectos y Producción</w:t>
      </w:r>
    </w:p>
    <w:p w14:paraId="294157AD" w14:textId="77777777" w:rsidR="00F12899" w:rsidRPr="00F12899" w:rsidRDefault="00F12899">
      <w:pPr>
        <w:rPr>
          <w:lang w:val="es-419"/>
        </w:rPr>
      </w:pPr>
    </w:p>
    <w:sectPr w:rsidR="00F12899" w:rsidRPr="00F12899" w:rsidSect="00B53649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4DB7C2" w14:textId="77777777" w:rsidR="00E311BF" w:rsidRDefault="00E311BF" w:rsidP="00487116">
      <w:r>
        <w:separator/>
      </w:r>
    </w:p>
  </w:endnote>
  <w:endnote w:type="continuationSeparator" w:id="0">
    <w:p w14:paraId="14B4B201" w14:textId="77777777" w:rsidR="00E311BF" w:rsidRDefault="00E311BF" w:rsidP="0048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14550" w14:textId="77777777" w:rsidR="00E311BF" w:rsidRDefault="00E311BF" w:rsidP="00487116">
      <w:r>
        <w:separator/>
      </w:r>
    </w:p>
  </w:footnote>
  <w:footnote w:type="continuationSeparator" w:id="0">
    <w:p w14:paraId="0208D9F7" w14:textId="77777777" w:rsidR="00E311BF" w:rsidRDefault="00E311BF" w:rsidP="00487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076D"/>
    <w:multiLevelType w:val="hybridMultilevel"/>
    <w:tmpl w:val="19A676B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B6486"/>
    <w:multiLevelType w:val="hybridMultilevel"/>
    <w:tmpl w:val="60AE58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F6418"/>
    <w:multiLevelType w:val="hybridMultilevel"/>
    <w:tmpl w:val="5D3C3B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013B1"/>
    <w:multiLevelType w:val="hybridMultilevel"/>
    <w:tmpl w:val="CE646A84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82541A"/>
    <w:multiLevelType w:val="hybridMultilevel"/>
    <w:tmpl w:val="445CC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82BE6"/>
    <w:multiLevelType w:val="hybridMultilevel"/>
    <w:tmpl w:val="B008A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B1D11"/>
    <w:multiLevelType w:val="hybridMultilevel"/>
    <w:tmpl w:val="8C96BC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86AC8"/>
    <w:multiLevelType w:val="hybridMultilevel"/>
    <w:tmpl w:val="9A0EB620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4E1612"/>
    <w:multiLevelType w:val="hybridMultilevel"/>
    <w:tmpl w:val="51802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96CCA"/>
    <w:multiLevelType w:val="hybridMultilevel"/>
    <w:tmpl w:val="94FE3F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B0A1A"/>
    <w:multiLevelType w:val="hybridMultilevel"/>
    <w:tmpl w:val="8E94601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017A9"/>
    <w:multiLevelType w:val="hybridMultilevel"/>
    <w:tmpl w:val="D840ACF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25959"/>
    <w:multiLevelType w:val="hybridMultilevel"/>
    <w:tmpl w:val="C2826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537B8D"/>
    <w:multiLevelType w:val="hybridMultilevel"/>
    <w:tmpl w:val="2682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E4272"/>
    <w:multiLevelType w:val="hybridMultilevel"/>
    <w:tmpl w:val="9A60E93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5D6896"/>
    <w:multiLevelType w:val="hybridMultilevel"/>
    <w:tmpl w:val="A8E4A8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E0F8F"/>
    <w:multiLevelType w:val="hybridMultilevel"/>
    <w:tmpl w:val="41C6BC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66D6A"/>
    <w:multiLevelType w:val="hybridMultilevel"/>
    <w:tmpl w:val="A85E91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3170D"/>
    <w:multiLevelType w:val="hybridMultilevel"/>
    <w:tmpl w:val="E19CB0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60986"/>
    <w:multiLevelType w:val="hybridMultilevel"/>
    <w:tmpl w:val="FAE8570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3C4442"/>
    <w:multiLevelType w:val="hybridMultilevel"/>
    <w:tmpl w:val="E862A6D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79146F"/>
    <w:multiLevelType w:val="hybridMultilevel"/>
    <w:tmpl w:val="D55E16DE"/>
    <w:lvl w:ilvl="0" w:tplc="3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1C09D6"/>
    <w:multiLevelType w:val="hybridMultilevel"/>
    <w:tmpl w:val="4C6C21D0"/>
    <w:lvl w:ilvl="0" w:tplc="BA26D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2CA5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4C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C469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EA1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EE0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E687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C4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768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027203"/>
    <w:multiLevelType w:val="hybridMultilevel"/>
    <w:tmpl w:val="545CC99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82731"/>
    <w:multiLevelType w:val="hybridMultilevel"/>
    <w:tmpl w:val="5A62C5CC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21"/>
  </w:num>
  <w:num w:numId="4">
    <w:abstractNumId w:val="12"/>
  </w:num>
  <w:num w:numId="5">
    <w:abstractNumId w:val="15"/>
  </w:num>
  <w:num w:numId="6">
    <w:abstractNumId w:val="4"/>
  </w:num>
  <w:num w:numId="7">
    <w:abstractNumId w:val="24"/>
  </w:num>
  <w:num w:numId="8">
    <w:abstractNumId w:val="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18"/>
  </w:num>
  <w:num w:numId="14">
    <w:abstractNumId w:val="13"/>
  </w:num>
  <w:num w:numId="15">
    <w:abstractNumId w:val="17"/>
  </w:num>
  <w:num w:numId="16">
    <w:abstractNumId w:val="16"/>
  </w:num>
  <w:num w:numId="17">
    <w:abstractNumId w:val="9"/>
  </w:num>
  <w:num w:numId="18">
    <w:abstractNumId w:val="5"/>
  </w:num>
  <w:num w:numId="19">
    <w:abstractNumId w:val="3"/>
  </w:num>
  <w:num w:numId="20">
    <w:abstractNumId w:val="1"/>
  </w:num>
  <w:num w:numId="21">
    <w:abstractNumId w:val="23"/>
  </w:num>
  <w:num w:numId="22">
    <w:abstractNumId w:val="19"/>
  </w:num>
  <w:num w:numId="23">
    <w:abstractNumId w:val="10"/>
  </w:num>
  <w:num w:numId="24">
    <w:abstractNumId w:val="1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AD7"/>
    <w:rsid w:val="0000699F"/>
    <w:rsid w:val="000102D5"/>
    <w:rsid w:val="00010BA3"/>
    <w:rsid w:val="00013B66"/>
    <w:rsid w:val="0001420A"/>
    <w:rsid w:val="00015092"/>
    <w:rsid w:val="00015815"/>
    <w:rsid w:val="00016A60"/>
    <w:rsid w:val="00016DE8"/>
    <w:rsid w:val="000235EB"/>
    <w:rsid w:val="00023FA1"/>
    <w:rsid w:val="00024D9D"/>
    <w:rsid w:val="00025083"/>
    <w:rsid w:val="00027212"/>
    <w:rsid w:val="0003767E"/>
    <w:rsid w:val="000409D7"/>
    <w:rsid w:val="000410F5"/>
    <w:rsid w:val="00041129"/>
    <w:rsid w:val="00041A1F"/>
    <w:rsid w:val="000444BD"/>
    <w:rsid w:val="000455C5"/>
    <w:rsid w:val="000465F6"/>
    <w:rsid w:val="00046BFA"/>
    <w:rsid w:val="00052C1C"/>
    <w:rsid w:val="0005425A"/>
    <w:rsid w:val="00055118"/>
    <w:rsid w:val="00055524"/>
    <w:rsid w:val="00057ECF"/>
    <w:rsid w:val="00061572"/>
    <w:rsid w:val="00070DCC"/>
    <w:rsid w:val="00070E14"/>
    <w:rsid w:val="00076AC6"/>
    <w:rsid w:val="000808ED"/>
    <w:rsid w:val="000856DD"/>
    <w:rsid w:val="00093230"/>
    <w:rsid w:val="00094B3A"/>
    <w:rsid w:val="000A0018"/>
    <w:rsid w:val="000A04E6"/>
    <w:rsid w:val="000A2A15"/>
    <w:rsid w:val="000A3BA0"/>
    <w:rsid w:val="000A4D07"/>
    <w:rsid w:val="000B0104"/>
    <w:rsid w:val="000B07EC"/>
    <w:rsid w:val="000B221E"/>
    <w:rsid w:val="000B5ED2"/>
    <w:rsid w:val="000C08C3"/>
    <w:rsid w:val="000C172E"/>
    <w:rsid w:val="000C22BB"/>
    <w:rsid w:val="000C41E4"/>
    <w:rsid w:val="000C4F47"/>
    <w:rsid w:val="000D0440"/>
    <w:rsid w:val="000D1E12"/>
    <w:rsid w:val="000D5BFA"/>
    <w:rsid w:val="000E2617"/>
    <w:rsid w:val="000F0A16"/>
    <w:rsid w:val="000F4891"/>
    <w:rsid w:val="000F6CB0"/>
    <w:rsid w:val="000F6E41"/>
    <w:rsid w:val="00102B5A"/>
    <w:rsid w:val="00111D3E"/>
    <w:rsid w:val="00112AAD"/>
    <w:rsid w:val="00112C1E"/>
    <w:rsid w:val="00113B4B"/>
    <w:rsid w:val="001213A3"/>
    <w:rsid w:val="00132B69"/>
    <w:rsid w:val="00137407"/>
    <w:rsid w:val="0014126A"/>
    <w:rsid w:val="00142F22"/>
    <w:rsid w:val="001430DD"/>
    <w:rsid w:val="00144876"/>
    <w:rsid w:val="00151A96"/>
    <w:rsid w:val="00151B84"/>
    <w:rsid w:val="001522B1"/>
    <w:rsid w:val="00152F0B"/>
    <w:rsid w:val="00154AD7"/>
    <w:rsid w:val="001558CC"/>
    <w:rsid w:val="00157297"/>
    <w:rsid w:val="001631B6"/>
    <w:rsid w:val="00166619"/>
    <w:rsid w:val="001668CF"/>
    <w:rsid w:val="001708D1"/>
    <w:rsid w:val="00174D93"/>
    <w:rsid w:val="00184A85"/>
    <w:rsid w:val="00187127"/>
    <w:rsid w:val="00191847"/>
    <w:rsid w:val="001938E5"/>
    <w:rsid w:val="00195A34"/>
    <w:rsid w:val="001A0797"/>
    <w:rsid w:val="001A30F1"/>
    <w:rsid w:val="001A651A"/>
    <w:rsid w:val="001A7B46"/>
    <w:rsid w:val="001B3A78"/>
    <w:rsid w:val="001B3C31"/>
    <w:rsid w:val="001B66E7"/>
    <w:rsid w:val="001B7152"/>
    <w:rsid w:val="001B749F"/>
    <w:rsid w:val="001B7B33"/>
    <w:rsid w:val="001C05DE"/>
    <w:rsid w:val="001C48A7"/>
    <w:rsid w:val="001C4E53"/>
    <w:rsid w:val="001C5337"/>
    <w:rsid w:val="001C552E"/>
    <w:rsid w:val="001C6621"/>
    <w:rsid w:val="001C6F18"/>
    <w:rsid w:val="001D0F80"/>
    <w:rsid w:val="001D69DB"/>
    <w:rsid w:val="001D7296"/>
    <w:rsid w:val="001E14E4"/>
    <w:rsid w:val="001E79AC"/>
    <w:rsid w:val="001F0ADF"/>
    <w:rsid w:val="001F41A8"/>
    <w:rsid w:val="001F52C1"/>
    <w:rsid w:val="00203484"/>
    <w:rsid w:val="0020428B"/>
    <w:rsid w:val="0020506B"/>
    <w:rsid w:val="00205424"/>
    <w:rsid w:val="00207E99"/>
    <w:rsid w:val="00216BA9"/>
    <w:rsid w:val="0021708F"/>
    <w:rsid w:val="00225854"/>
    <w:rsid w:val="002265B3"/>
    <w:rsid w:val="002330E4"/>
    <w:rsid w:val="00240110"/>
    <w:rsid w:val="00241D77"/>
    <w:rsid w:val="00247C63"/>
    <w:rsid w:val="00251592"/>
    <w:rsid w:val="002557B6"/>
    <w:rsid w:val="00261685"/>
    <w:rsid w:val="00262DB5"/>
    <w:rsid w:val="0027497E"/>
    <w:rsid w:val="00277C78"/>
    <w:rsid w:val="00282B66"/>
    <w:rsid w:val="00283A99"/>
    <w:rsid w:val="00283D10"/>
    <w:rsid w:val="002868A3"/>
    <w:rsid w:val="00286B89"/>
    <w:rsid w:val="00293063"/>
    <w:rsid w:val="0029711A"/>
    <w:rsid w:val="002A3A1B"/>
    <w:rsid w:val="002A4B86"/>
    <w:rsid w:val="002A59B7"/>
    <w:rsid w:val="002A5AB9"/>
    <w:rsid w:val="002B29BB"/>
    <w:rsid w:val="002B34F3"/>
    <w:rsid w:val="002B54FE"/>
    <w:rsid w:val="002B5704"/>
    <w:rsid w:val="002C04E5"/>
    <w:rsid w:val="002C180C"/>
    <w:rsid w:val="002C2E41"/>
    <w:rsid w:val="002C5F69"/>
    <w:rsid w:val="002C7671"/>
    <w:rsid w:val="002D74EF"/>
    <w:rsid w:val="002E07EA"/>
    <w:rsid w:val="002E12B6"/>
    <w:rsid w:val="002E29C5"/>
    <w:rsid w:val="002E4401"/>
    <w:rsid w:val="002E55C3"/>
    <w:rsid w:val="002F3F48"/>
    <w:rsid w:val="002F4E5B"/>
    <w:rsid w:val="002F548D"/>
    <w:rsid w:val="00300E01"/>
    <w:rsid w:val="00301C94"/>
    <w:rsid w:val="003027C6"/>
    <w:rsid w:val="00310AE1"/>
    <w:rsid w:val="00314241"/>
    <w:rsid w:val="00315807"/>
    <w:rsid w:val="00316D7E"/>
    <w:rsid w:val="00316E70"/>
    <w:rsid w:val="00334910"/>
    <w:rsid w:val="00336E12"/>
    <w:rsid w:val="00341715"/>
    <w:rsid w:val="00342CAC"/>
    <w:rsid w:val="00342EB5"/>
    <w:rsid w:val="003432FB"/>
    <w:rsid w:val="00352B5C"/>
    <w:rsid w:val="003535F9"/>
    <w:rsid w:val="00354492"/>
    <w:rsid w:val="00361927"/>
    <w:rsid w:val="0036244C"/>
    <w:rsid w:val="00364222"/>
    <w:rsid w:val="00365523"/>
    <w:rsid w:val="00365CA2"/>
    <w:rsid w:val="00374A1D"/>
    <w:rsid w:val="003752BB"/>
    <w:rsid w:val="00377C22"/>
    <w:rsid w:val="00383A48"/>
    <w:rsid w:val="0038402C"/>
    <w:rsid w:val="00386BC2"/>
    <w:rsid w:val="003931D7"/>
    <w:rsid w:val="003959B3"/>
    <w:rsid w:val="003A3101"/>
    <w:rsid w:val="003A44E7"/>
    <w:rsid w:val="003A6AAC"/>
    <w:rsid w:val="003B044C"/>
    <w:rsid w:val="003B2BA0"/>
    <w:rsid w:val="003B709C"/>
    <w:rsid w:val="003B7D19"/>
    <w:rsid w:val="003C1A71"/>
    <w:rsid w:val="003D1C8D"/>
    <w:rsid w:val="003E0427"/>
    <w:rsid w:val="003E7D1E"/>
    <w:rsid w:val="003F2092"/>
    <w:rsid w:val="003F3298"/>
    <w:rsid w:val="003F56ED"/>
    <w:rsid w:val="003F76A6"/>
    <w:rsid w:val="003F7EDB"/>
    <w:rsid w:val="004034BC"/>
    <w:rsid w:val="00403ED2"/>
    <w:rsid w:val="00404B30"/>
    <w:rsid w:val="00405498"/>
    <w:rsid w:val="00405882"/>
    <w:rsid w:val="004119EF"/>
    <w:rsid w:val="004129C2"/>
    <w:rsid w:val="004156A0"/>
    <w:rsid w:val="0041677C"/>
    <w:rsid w:val="00421708"/>
    <w:rsid w:val="00427CB0"/>
    <w:rsid w:val="00427D70"/>
    <w:rsid w:val="004302D8"/>
    <w:rsid w:val="004317C0"/>
    <w:rsid w:val="00444D96"/>
    <w:rsid w:val="004516C1"/>
    <w:rsid w:val="00452C0F"/>
    <w:rsid w:val="00452FC8"/>
    <w:rsid w:val="00454078"/>
    <w:rsid w:val="00454390"/>
    <w:rsid w:val="00457CE7"/>
    <w:rsid w:val="004723CA"/>
    <w:rsid w:val="00473AD6"/>
    <w:rsid w:val="00473E21"/>
    <w:rsid w:val="0048193A"/>
    <w:rsid w:val="00486A9E"/>
    <w:rsid w:val="00487116"/>
    <w:rsid w:val="00494415"/>
    <w:rsid w:val="00494BA5"/>
    <w:rsid w:val="00495D0E"/>
    <w:rsid w:val="00495D6E"/>
    <w:rsid w:val="004A1AF4"/>
    <w:rsid w:val="004A1BF9"/>
    <w:rsid w:val="004A7AC9"/>
    <w:rsid w:val="004B13B8"/>
    <w:rsid w:val="004B2D97"/>
    <w:rsid w:val="004B65A6"/>
    <w:rsid w:val="004B6CB2"/>
    <w:rsid w:val="004B745A"/>
    <w:rsid w:val="004B7CED"/>
    <w:rsid w:val="004C0B95"/>
    <w:rsid w:val="004C4499"/>
    <w:rsid w:val="004D0730"/>
    <w:rsid w:val="004D61FE"/>
    <w:rsid w:val="004E3C00"/>
    <w:rsid w:val="004E485C"/>
    <w:rsid w:val="004E4D02"/>
    <w:rsid w:val="004F218B"/>
    <w:rsid w:val="004F2562"/>
    <w:rsid w:val="004F5C69"/>
    <w:rsid w:val="005003C3"/>
    <w:rsid w:val="00501668"/>
    <w:rsid w:val="00504B7F"/>
    <w:rsid w:val="00504DBB"/>
    <w:rsid w:val="00505104"/>
    <w:rsid w:val="00505B97"/>
    <w:rsid w:val="0050749F"/>
    <w:rsid w:val="00513F90"/>
    <w:rsid w:val="00521210"/>
    <w:rsid w:val="00524045"/>
    <w:rsid w:val="00533B37"/>
    <w:rsid w:val="00534E22"/>
    <w:rsid w:val="00535BFF"/>
    <w:rsid w:val="005373E4"/>
    <w:rsid w:val="00546AB3"/>
    <w:rsid w:val="00546DB1"/>
    <w:rsid w:val="0055268F"/>
    <w:rsid w:val="005572D3"/>
    <w:rsid w:val="00562A08"/>
    <w:rsid w:val="00571172"/>
    <w:rsid w:val="00590670"/>
    <w:rsid w:val="00591DF2"/>
    <w:rsid w:val="00596E55"/>
    <w:rsid w:val="005A7F96"/>
    <w:rsid w:val="005C0A03"/>
    <w:rsid w:val="005C2D68"/>
    <w:rsid w:val="005C3EF4"/>
    <w:rsid w:val="005C4610"/>
    <w:rsid w:val="005C54B6"/>
    <w:rsid w:val="005C6852"/>
    <w:rsid w:val="005C7F94"/>
    <w:rsid w:val="005D10DC"/>
    <w:rsid w:val="005D3536"/>
    <w:rsid w:val="005D4768"/>
    <w:rsid w:val="005D5291"/>
    <w:rsid w:val="005F0D3C"/>
    <w:rsid w:val="005F2B36"/>
    <w:rsid w:val="005F3349"/>
    <w:rsid w:val="005F43DE"/>
    <w:rsid w:val="0060259E"/>
    <w:rsid w:val="0061081A"/>
    <w:rsid w:val="006135FE"/>
    <w:rsid w:val="00614EC8"/>
    <w:rsid w:val="00621A2D"/>
    <w:rsid w:val="0062243A"/>
    <w:rsid w:val="00623D49"/>
    <w:rsid w:val="00623E0C"/>
    <w:rsid w:val="006256FB"/>
    <w:rsid w:val="00625994"/>
    <w:rsid w:val="00642963"/>
    <w:rsid w:val="00650545"/>
    <w:rsid w:val="00656019"/>
    <w:rsid w:val="00657C55"/>
    <w:rsid w:val="006606D5"/>
    <w:rsid w:val="00665E2A"/>
    <w:rsid w:val="006702BF"/>
    <w:rsid w:val="0067051C"/>
    <w:rsid w:val="00677039"/>
    <w:rsid w:val="00677ED8"/>
    <w:rsid w:val="006824BB"/>
    <w:rsid w:val="006838F8"/>
    <w:rsid w:val="00684C74"/>
    <w:rsid w:val="00687DBA"/>
    <w:rsid w:val="0069058A"/>
    <w:rsid w:val="006937E2"/>
    <w:rsid w:val="006938E4"/>
    <w:rsid w:val="00694396"/>
    <w:rsid w:val="006A2F1F"/>
    <w:rsid w:val="006A4021"/>
    <w:rsid w:val="006A5912"/>
    <w:rsid w:val="006A5E19"/>
    <w:rsid w:val="006A75FB"/>
    <w:rsid w:val="006B4FD4"/>
    <w:rsid w:val="006C12CC"/>
    <w:rsid w:val="006C1DE2"/>
    <w:rsid w:val="006C6040"/>
    <w:rsid w:val="006C67C3"/>
    <w:rsid w:val="006D2868"/>
    <w:rsid w:val="006D4266"/>
    <w:rsid w:val="006D5E8F"/>
    <w:rsid w:val="006D7278"/>
    <w:rsid w:val="006E5542"/>
    <w:rsid w:val="006E5D3E"/>
    <w:rsid w:val="006F2BBD"/>
    <w:rsid w:val="006F328F"/>
    <w:rsid w:val="0070002B"/>
    <w:rsid w:val="007000F5"/>
    <w:rsid w:val="007024E1"/>
    <w:rsid w:val="00711F25"/>
    <w:rsid w:val="007140A9"/>
    <w:rsid w:val="00717ABE"/>
    <w:rsid w:val="007206C5"/>
    <w:rsid w:val="00722F60"/>
    <w:rsid w:val="0072449A"/>
    <w:rsid w:val="0072477C"/>
    <w:rsid w:val="00726598"/>
    <w:rsid w:val="0073303E"/>
    <w:rsid w:val="0073581C"/>
    <w:rsid w:val="007369CD"/>
    <w:rsid w:val="00736C57"/>
    <w:rsid w:val="00737D82"/>
    <w:rsid w:val="00741D44"/>
    <w:rsid w:val="00745091"/>
    <w:rsid w:val="007469FB"/>
    <w:rsid w:val="0075088B"/>
    <w:rsid w:val="0075142D"/>
    <w:rsid w:val="00755E86"/>
    <w:rsid w:val="007604DB"/>
    <w:rsid w:val="00776B19"/>
    <w:rsid w:val="0078323F"/>
    <w:rsid w:val="00784974"/>
    <w:rsid w:val="00784F27"/>
    <w:rsid w:val="00786315"/>
    <w:rsid w:val="00796639"/>
    <w:rsid w:val="007A397B"/>
    <w:rsid w:val="007B0845"/>
    <w:rsid w:val="007B3234"/>
    <w:rsid w:val="007B71A9"/>
    <w:rsid w:val="007B75A8"/>
    <w:rsid w:val="007C4BDB"/>
    <w:rsid w:val="007C6693"/>
    <w:rsid w:val="007C6A8E"/>
    <w:rsid w:val="007C7A67"/>
    <w:rsid w:val="007C7FB1"/>
    <w:rsid w:val="007D0C5C"/>
    <w:rsid w:val="007D2AE3"/>
    <w:rsid w:val="007D71FA"/>
    <w:rsid w:val="007E1533"/>
    <w:rsid w:val="007E1C23"/>
    <w:rsid w:val="007E263D"/>
    <w:rsid w:val="007E456E"/>
    <w:rsid w:val="007E74FA"/>
    <w:rsid w:val="007E780A"/>
    <w:rsid w:val="007F6D3B"/>
    <w:rsid w:val="00807EBA"/>
    <w:rsid w:val="0081086E"/>
    <w:rsid w:val="00815D10"/>
    <w:rsid w:val="0081731C"/>
    <w:rsid w:val="00821362"/>
    <w:rsid w:val="0082330C"/>
    <w:rsid w:val="0082541A"/>
    <w:rsid w:val="00826318"/>
    <w:rsid w:val="00827A14"/>
    <w:rsid w:val="00831E9C"/>
    <w:rsid w:val="00832359"/>
    <w:rsid w:val="008344AF"/>
    <w:rsid w:val="00835A40"/>
    <w:rsid w:val="008416C2"/>
    <w:rsid w:val="00842A20"/>
    <w:rsid w:val="00847FBF"/>
    <w:rsid w:val="0085041F"/>
    <w:rsid w:val="00852D1C"/>
    <w:rsid w:val="00853449"/>
    <w:rsid w:val="00855FFA"/>
    <w:rsid w:val="00864CAC"/>
    <w:rsid w:val="00865EA2"/>
    <w:rsid w:val="00870C7E"/>
    <w:rsid w:val="00883721"/>
    <w:rsid w:val="00883976"/>
    <w:rsid w:val="00891E4C"/>
    <w:rsid w:val="00892FB6"/>
    <w:rsid w:val="008A2E84"/>
    <w:rsid w:val="008A42D3"/>
    <w:rsid w:val="008A522C"/>
    <w:rsid w:val="008A7B4B"/>
    <w:rsid w:val="008B435D"/>
    <w:rsid w:val="008B57FF"/>
    <w:rsid w:val="008C2018"/>
    <w:rsid w:val="008C4474"/>
    <w:rsid w:val="008C5028"/>
    <w:rsid w:val="008C65A9"/>
    <w:rsid w:val="008D38A4"/>
    <w:rsid w:val="008D5417"/>
    <w:rsid w:val="008D63A9"/>
    <w:rsid w:val="008D7371"/>
    <w:rsid w:val="008E12EC"/>
    <w:rsid w:val="008E16C0"/>
    <w:rsid w:val="008E244F"/>
    <w:rsid w:val="008E36B5"/>
    <w:rsid w:val="008E71CC"/>
    <w:rsid w:val="008F0E40"/>
    <w:rsid w:val="008F3C61"/>
    <w:rsid w:val="008F6430"/>
    <w:rsid w:val="008F6457"/>
    <w:rsid w:val="008F724C"/>
    <w:rsid w:val="009028F3"/>
    <w:rsid w:val="009108A5"/>
    <w:rsid w:val="00915082"/>
    <w:rsid w:val="0091608F"/>
    <w:rsid w:val="00916090"/>
    <w:rsid w:val="00923DAE"/>
    <w:rsid w:val="00924AEE"/>
    <w:rsid w:val="0093172B"/>
    <w:rsid w:val="00934264"/>
    <w:rsid w:val="00934A9C"/>
    <w:rsid w:val="00935911"/>
    <w:rsid w:val="00942892"/>
    <w:rsid w:val="00946014"/>
    <w:rsid w:val="0094724E"/>
    <w:rsid w:val="00951E16"/>
    <w:rsid w:val="009539A2"/>
    <w:rsid w:val="00956B95"/>
    <w:rsid w:val="009649BB"/>
    <w:rsid w:val="00966F6C"/>
    <w:rsid w:val="00981256"/>
    <w:rsid w:val="00982058"/>
    <w:rsid w:val="009913AD"/>
    <w:rsid w:val="009918FC"/>
    <w:rsid w:val="009920B0"/>
    <w:rsid w:val="009A30B5"/>
    <w:rsid w:val="009A7D64"/>
    <w:rsid w:val="009B1AA8"/>
    <w:rsid w:val="009B6B4A"/>
    <w:rsid w:val="009B6C3A"/>
    <w:rsid w:val="009C2A88"/>
    <w:rsid w:val="009C57C1"/>
    <w:rsid w:val="009C7F4A"/>
    <w:rsid w:val="009C7FD5"/>
    <w:rsid w:val="009D00E7"/>
    <w:rsid w:val="009D5C1C"/>
    <w:rsid w:val="009E1564"/>
    <w:rsid w:val="009F4EB0"/>
    <w:rsid w:val="009F59CC"/>
    <w:rsid w:val="00A019EC"/>
    <w:rsid w:val="00A02B8B"/>
    <w:rsid w:val="00A05AAE"/>
    <w:rsid w:val="00A05F9E"/>
    <w:rsid w:val="00A069B2"/>
    <w:rsid w:val="00A06CF8"/>
    <w:rsid w:val="00A107A9"/>
    <w:rsid w:val="00A11D39"/>
    <w:rsid w:val="00A15927"/>
    <w:rsid w:val="00A1611D"/>
    <w:rsid w:val="00A32404"/>
    <w:rsid w:val="00A32515"/>
    <w:rsid w:val="00A351A8"/>
    <w:rsid w:val="00A3718E"/>
    <w:rsid w:val="00A40142"/>
    <w:rsid w:val="00A40B30"/>
    <w:rsid w:val="00A41DFB"/>
    <w:rsid w:val="00A476D1"/>
    <w:rsid w:val="00A502B0"/>
    <w:rsid w:val="00A570C3"/>
    <w:rsid w:val="00A6011C"/>
    <w:rsid w:val="00A61334"/>
    <w:rsid w:val="00A638F0"/>
    <w:rsid w:val="00A7101A"/>
    <w:rsid w:val="00A729A4"/>
    <w:rsid w:val="00A74167"/>
    <w:rsid w:val="00A75E03"/>
    <w:rsid w:val="00A7749C"/>
    <w:rsid w:val="00A823BE"/>
    <w:rsid w:val="00A837F2"/>
    <w:rsid w:val="00A838CF"/>
    <w:rsid w:val="00A873BD"/>
    <w:rsid w:val="00AA0CA4"/>
    <w:rsid w:val="00AA317C"/>
    <w:rsid w:val="00AA793C"/>
    <w:rsid w:val="00AB1C6D"/>
    <w:rsid w:val="00AB3D33"/>
    <w:rsid w:val="00AB5E43"/>
    <w:rsid w:val="00AB7885"/>
    <w:rsid w:val="00AC2987"/>
    <w:rsid w:val="00AC4FE2"/>
    <w:rsid w:val="00AC6327"/>
    <w:rsid w:val="00AD3793"/>
    <w:rsid w:val="00AD6A81"/>
    <w:rsid w:val="00AD76C7"/>
    <w:rsid w:val="00AE07F7"/>
    <w:rsid w:val="00AF0C69"/>
    <w:rsid w:val="00AF204D"/>
    <w:rsid w:val="00AF46A5"/>
    <w:rsid w:val="00AF71E3"/>
    <w:rsid w:val="00AF7618"/>
    <w:rsid w:val="00B00F06"/>
    <w:rsid w:val="00B107F1"/>
    <w:rsid w:val="00B10F17"/>
    <w:rsid w:val="00B116FD"/>
    <w:rsid w:val="00B1359C"/>
    <w:rsid w:val="00B13DDF"/>
    <w:rsid w:val="00B177D8"/>
    <w:rsid w:val="00B20D99"/>
    <w:rsid w:val="00B213A7"/>
    <w:rsid w:val="00B23F41"/>
    <w:rsid w:val="00B2491F"/>
    <w:rsid w:val="00B3534E"/>
    <w:rsid w:val="00B37838"/>
    <w:rsid w:val="00B4115D"/>
    <w:rsid w:val="00B42000"/>
    <w:rsid w:val="00B43718"/>
    <w:rsid w:val="00B47FC3"/>
    <w:rsid w:val="00B50F4A"/>
    <w:rsid w:val="00B53649"/>
    <w:rsid w:val="00B57888"/>
    <w:rsid w:val="00B579F0"/>
    <w:rsid w:val="00B64C4E"/>
    <w:rsid w:val="00B67897"/>
    <w:rsid w:val="00B704C7"/>
    <w:rsid w:val="00B73E38"/>
    <w:rsid w:val="00B76E1D"/>
    <w:rsid w:val="00B77D8E"/>
    <w:rsid w:val="00B77EAE"/>
    <w:rsid w:val="00B85025"/>
    <w:rsid w:val="00B85985"/>
    <w:rsid w:val="00B867E7"/>
    <w:rsid w:val="00B95133"/>
    <w:rsid w:val="00B9682E"/>
    <w:rsid w:val="00BA6528"/>
    <w:rsid w:val="00BA6809"/>
    <w:rsid w:val="00BA6D6A"/>
    <w:rsid w:val="00BA70C4"/>
    <w:rsid w:val="00BB3164"/>
    <w:rsid w:val="00BC5139"/>
    <w:rsid w:val="00BD0B65"/>
    <w:rsid w:val="00BD27C4"/>
    <w:rsid w:val="00BD2D5C"/>
    <w:rsid w:val="00BD412D"/>
    <w:rsid w:val="00BD5140"/>
    <w:rsid w:val="00BD6564"/>
    <w:rsid w:val="00BE003C"/>
    <w:rsid w:val="00BE59D6"/>
    <w:rsid w:val="00BF3B04"/>
    <w:rsid w:val="00C04B94"/>
    <w:rsid w:val="00C05FA1"/>
    <w:rsid w:val="00C100BC"/>
    <w:rsid w:val="00C10F11"/>
    <w:rsid w:val="00C1483C"/>
    <w:rsid w:val="00C15BE4"/>
    <w:rsid w:val="00C17771"/>
    <w:rsid w:val="00C20DD5"/>
    <w:rsid w:val="00C22D80"/>
    <w:rsid w:val="00C234C6"/>
    <w:rsid w:val="00C23BF7"/>
    <w:rsid w:val="00C303CC"/>
    <w:rsid w:val="00C323E8"/>
    <w:rsid w:val="00C345DA"/>
    <w:rsid w:val="00C401D5"/>
    <w:rsid w:val="00C41647"/>
    <w:rsid w:val="00C46A39"/>
    <w:rsid w:val="00C56A9B"/>
    <w:rsid w:val="00C64C0F"/>
    <w:rsid w:val="00C740A7"/>
    <w:rsid w:val="00C77545"/>
    <w:rsid w:val="00C82E22"/>
    <w:rsid w:val="00C833A3"/>
    <w:rsid w:val="00C864FD"/>
    <w:rsid w:val="00C867AA"/>
    <w:rsid w:val="00C91080"/>
    <w:rsid w:val="00C91470"/>
    <w:rsid w:val="00C96C2C"/>
    <w:rsid w:val="00CA0D1E"/>
    <w:rsid w:val="00CA1B2E"/>
    <w:rsid w:val="00CA1E27"/>
    <w:rsid w:val="00CA4E86"/>
    <w:rsid w:val="00CA554E"/>
    <w:rsid w:val="00CB1325"/>
    <w:rsid w:val="00CB1A2B"/>
    <w:rsid w:val="00CB2347"/>
    <w:rsid w:val="00CB4FA2"/>
    <w:rsid w:val="00CC0968"/>
    <w:rsid w:val="00CC0B16"/>
    <w:rsid w:val="00CC670C"/>
    <w:rsid w:val="00CD66B8"/>
    <w:rsid w:val="00CD6923"/>
    <w:rsid w:val="00CE20E1"/>
    <w:rsid w:val="00CE26DA"/>
    <w:rsid w:val="00CE3574"/>
    <w:rsid w:val="00CE58FC"/>
    <w:rsid w:val="00CE5F4E"/>
    <w:rsid w:val="00CE633F"/>
    <w:rsid w:val="00CF1423"/>
    <w:rsid w:val="00CF3554"/>
    <w:rsid w:val="00CF51C2"/>
    <w:rsid w:val="00CF5D47"/>
    <w:rsid w:val="00D003F4"/>
    <w:rsid w:val="00D0113B"/>
    <w:rsid w:val="00D0570B"/>
    <w:rsid w:val="00D06785"/>
    <w:rsid w:val="00D15208"/>
    <w:rsid w:val="00D1662C"/>
    <w:rsid w:val="00D171F5"/>
    <w:rsid w:val="00D17ADC"/>
    <w:rsid w:val="00D17CE0"/>
    <w:rsid w:val="00D22FF8"/>
    <w:rsid w:val="00D245A8"/>
    <w:rsid w:val="00D24FEB"/>
    <w:rsid w:val="00D26C39"/>
    <w:rsid w:val="00D27C27"/>
    <w:rsid w:val="00D36BC0"/>
    <w:rsid w:val="00D37D1B"/>
    <w:rsid w:val="00D40D62"/>
    <w:rsid w:val="00D463B7"/>
    <w:rsid w:val="00D5296D"/>
    <w:rsid w:val="00D64AFB"/>
    <w:rsid w:val="00D7011C"/>
    <w:rsid w:val="00D72CAE"/>
    <w:rsid w:val="00D753B8"/>
    <w:rsid w:val="00D80FAF"/>
    <w:rsid w:val="00D8119B"/>
    <w:rsid w:val="00D82A5D"/>
    <w:rsid w:val="00D86917"/>
    <w:rsid w:val="00D905FF"/>
    <w:rsid w:val="00D94ADB"/>
    <w:rsid w:val="00DA11E0"/>
    <w:rsid w:val="00DA44BA"/>
    <w:rsid w:val="00DA5A0E"/>
    <w:rsid w:val="00DA5E2D"/>
    <w:rsid w:val="00DB1919"/>
    <w:rsid w:val="00DB653A"/>
    <w:rsid w:val="00DC090C"/>
    <w:rsid w:val="00DC167F"/>
    <w:rsid w:val="00DC74C7"/>
    <w:rsid w:val="00DC76FD"/>
    <w:rsid w:val="00DD1926"/>
    <w:rsid w:val="00DD2CDE"/>
    <w:rsid w:val="00DD74F6"/>
    <w:rsid w:val="00DD7B40"/>
    <w:rsid w:val="00DE3791"/>
    <w:rsid w:val="00DE6540"/>
    <w:rsid w:val="00DF2CBF"/>
    <w:rsid w:val="00DF3202"/>
    <w:rsid w:val="00DF5155"/>
    <w:rsid w:val="00DF5626"/>
    <w:rsid w:val="00E01484"/>
    <w:rsid w:val="00E04834"/>
    <w:rsid w:val="00E0527A"/>
    <w:rsid w:val="00E11A79"/>
    <w:rsid w:val="00E13CEF"/>
    <w:rsid w:val="00E14F34"/>
    <w:rsid w:val="00E16AF2"/>
    <w:rsid w:val="00E1731A"/>
    <w:rsid w:val="00E17B86"/>
    <w:rsid w:val="00E2373B"/>
    <w:rsid w:val="00E256B3"/>
    <w:rsid w:val="00E2762F"/>
    <w:rsid w:val="00E3065D"/>
    <w:rsid w:val="00E311BF"/>
    <w:rsid w:val="00E33C63"/>
    <w:rsid w:val="00E34E19"/>
    <w:rsid w:val="00E37F64"/>
    <w:rsid w:val="00E40076"/>
    <w:rsid w:val="00E41DF8"/>
    <w:rsid w:val="00E437E7"/>
    <w:rsid w:val="00E61D7D"/>
    <w:rsid w:val="00E64DFB"/>
    <w:rsid w:val="00E66B25"/>
    <w:rsid w:val="00E71526"/>
    <w:rsid w:val="00E76220"/>
    <w:rsid w:val="00E8327E"/>
    <w:rsid w:val="00E842B6"/>
    <w:rsid w:val="00E95E7F"/>
    <w:rsid w:val="00E9628A"/>
    <w:rsid w:val="00EA3951"/>
    <w:rsid w:val="00EA7D73"/>
    <w:rsid w:val="00EB00DD"/>
    <w:rsid w:val="00EB094D"/>
    <w:rsid w:val="00EB2149"/>
    <w:rsid w:val="00EB35E5"/>
    <w:rsid w:val="00EB5BE5"/>
    <w:rsid w:val="00EB75CD"/>
    <w:rsid w:val="00EC6C55"/>
    <w:rsid w:val="00EC7011"/>
    <w:rsid w:val="00ED0863"/>
    <w:rsid w:val="00ED142E"/>
    <w:rsid w:val="00ED404F"/>
    <w:rsid w:val="00ED7C6A"/>
    <w:rsid w:val="00EF1BA8"/>
    <w:rsid w:val="00EF2770"/>
    <w:rsid w:val="00EF2C55"/>
    <w:rsid w:val="00EF30BC"/>
    <w:rsid w:val="00EF3F2C"/>
    <w:rsid w:val="00EF534C"/>
    <w:rsid w:val="00F003B4"/>
    <w:rsid w:val="00F044C6"/>
    <w:rsid w:val="00F06E43"/>
    <w:rsid w:val="00F12899"/>
    <w:rsid w:val="00F14FE4"/>
    <w:rsid w:val="00F17312"/>
    <w:rsid w:val="00F17569"/>
    <w:rsid w:val="00F21D8C"/>
    <w:rsid w:val="00F33C31"/>
    <w:rsid w:val="00F378A2"/>
    <w:rsid w:val="00F40CE5"/>
    <w:rsid w:val="00F40DF5"/>
    <w:rsid w:val="00F42896"/>
    <w:rsid w:val="00F44023"/>
    <w:rsid w:val="00F47EF2"/>
    <w:rsid w:val="00F50182"/>
    <w:rsid w:val="00F5201B"/>
    <w:rsid w:val="00F60A0A"/>
    <w:rsid w:val="00F60FB1"/>
    <w:rsid w:val="00F616F3"/>
    <w:rsid w:val="00F73C95"/>
    <w:rsid w:val="00F747EC"/>
    <w:rsid w:val="00F76915"/>
    <w:rsid w:val="00F86EB9"/>
    <w:rsid w:val="00F8786F"/>
    <w:rsid w:val="00F9663B"/>
    <w:rsid w:val="00FA0594"/>
    <w:rsid w:val="00FA201D"/>
    <w:rsid w:val="00FA244B"/>
    <w:rsid w:val="00FA2DCF"/>
    <w:rsid w:val="00FA5B90"/>
    <w:rsid w:val="00FA7A99"/>
    <w:rsid w:val="00FB67AA"/>
    <w:rsid w:val="00FC2D87"/>
    <w:rsid w:val="00FC4422"/>
    <w:rsid w:val="00FD2BFE"/>
    <w:rsid w:val="00FF03C0"/>
    <w:rsid w:val="00FF0431"/>
    <w:rsid w:val="00FF06DA"/>
    <w:rsid w:val="00FF2EEA"/>
    <w:rsid w:val="00FF3BAC"/>
    <w:rsid w:val="00FF45B4"/>
    <w:rsid w:val="0208BEDA"/>
    <w:rsid w:val="0A20D793"/>
    <w:rsid w:val="0A8509DF"/>
    <w:rsid w:val="0CE37681"/>
    <w:rsid w:val="0D86510A"/>
    <w:rsid w:val="112513D4"/>
    <w:rsid w:val="15B3A495"/>
    <w:rsid w:val="1991429C"/>
    <w:rsid w:val="19E51331"/>
    <w:rsid w:val="1B6541BA"/>
    <w:rsid w:val="1BF292CB"/>
    <w:rsid w:val="261B5ABF"/>
    <w:rsid w:val="263A1C7B"/>
    <w:rsid w:val="27DF6663"/>
    <w:rsid w:val="2A0DFC45"/>
    <w:rsid w:val="2A31DEEB"/>
    <w:rsid w:val="2BA0C62C"/>
    <w:rsid w:val="2DA01B49"/>
    <w:rsid w:val="36DD73F4"/>
    <w:rsid w:val="38AC8FDB"/>
    <w:rsid w:val="3C74B222"/>
    <w:rsid w:val="3DA1A3F7"/>
    <w:rsid w:val="3F6BDA01"/>
    <w:rsid w:val="42571664"/>
    <w:rsid w:val="42C10033"/>
    <w:rsid w:val="44439691"/>
    <w:rsid w:val="4511CFA7"/>
    <w:rsid w:val="454F6E5E"/>
    <w:rsid w:val="496638BE"/>
    <w:rsid w:val="4A77D781"/>
    <w:rsid w:val="4FC7EB8D"/>
    <w:rsid w:val="5083C2E4"/>
    <w:rsid w:val="52245501"/>
    <w:rsid w:val="54CC5184"/>
    <w:rsid w:val="56A6135E"/>
    <w:rsid w:val="5889551E"/>
    <w:rsid w:val="5B5E8CEE"/>
    <w:rsid w:val="5FE3E282"/>
    <w:rsid w:val="600BDDF7"/>
    <w:rsid w:val="61052A55"/>
    <w:rsid w:val="613FE567"/>
    <w:rsid w:val="624B7F8C"/>
    <w:rsid w:val="65677D2E"/>
    <w:rsid w:val="65A0F334"/>
    <w:rsid w:val="69F288F4"/>
    <w:rsid w:val="6B984F72"/>
    <w:rsid w:val="6DE7F5E7"/>
    <w:rsid w:val="6F481F8E"/>
    <w:rsid w:val="6F4B5876"/>
    <w:rsid w:val="6F5B5964"/>
    <w:rsid w:val="7044B234"/>
    <w:rsid w:val="72D1C379"/>
    <w:rsid w:val="734AFCCE"/>
    <w:rsid w:val="756BE760"/>
    <w:rsid w:val="78C86351"/>
    <w:rsid w:val="7A44B2FF"/>
    <w:rsid w:val="7CCD68FA"/>
    <w:rsid w:val="7D34119C"/>
    <w:rsid w:val="7E45B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09E24"/>
  <w15:chartTrackingRefBased/>
  <w15:docId w15:val="{2DEBDDF6-C1F6-4412-9A02-61E6ACAF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564"/>
    <w:pPr>
      <w:spacing w:after="0" w:line="240" w:lineRule="auto"/>
    </w:pPr>
    <w:rPr>
      <w:rFonts w:ascii="Calibri" w:hAnsi="Calibri" w:cs="Times New Roman"/>
      <w:lang w:eastAsia="es-ES"/>
    </w:rPr>
  </w:style>
  <w:style w:type="paragraph" w:styleId="Ttulo3">
    <w:name w:val="heading 3"/>
    <w:basedOn w:val="Normal"/>
    <w:link w:val="Ttulo3Car"/>
    <w:uiPriority w:val="9"/>
    <w:qFormat/>
    <w:rsid w:val="000B5ED2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es-EC"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6564"/>
    <w:pPr>
      <w:ind w:left="720"/>
    </w:pPr>
  </w:style>
  <w:style w:type="paragraph" w:styleId="NormalWeb">
    <w:name w:val="Normal (Web)"/>
    <w:basedOn w:val="Normal"/>
    <w:uiPriority w:val="99"/>
    <w:unhideWhenUsed/>
    <w:rsid w:val="0062243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7116"/>
    <w:rPr>
      <w:rFonts w:ascii="Calibri" w:hAnsi="Calibri" w:cs="Times New Roman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8711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7116"/>
    <w:rPr>
      <w:rFonts w:ascii="Calibri" w:hAnsi="Calibri" w:cs="Times New Roman"/>
      <w:lang w:eastAsia="es-ES"/>
    </w:rPr>
  </w:style>
  <w:style w:type="character" w:customStyle="1" w:styleId="highlight">
    <w:name w:val="highlight"/>
    <w:basedOn w:val="Fuentedeprrafopredeter"/>
    <w:rsid w:val="00487116"/>
  </w:style>
  <w:style w:type="table" w:styleId="Tablaconcuadrcula">
    <w:name w:val="Table Grid"/>
    <w:basedOn w:val="Tablanormal"/>
    <w:uiPriority w:val="39"/>
    <w:rsid w:val="00AB7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7C6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C63"/>
    <w:rPr>
      <w:rFonts w:ascii="Segoe UI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ED404F"/>
    <w:rPr>
      <w:color w:val="0563C1" w:themeColor="hyperlink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0B5ED2"/>
    <w:rPr>
      <w:rFonts w:ascii="Times New Roman" w:eastAsia="Times New Roman" w:hAnsi="Times New Roman" w:cs="Times New Roman"/>
      <w:b/>
      <w:bCs/>
      <w:sz w:val="27"/>
      <w:szCs w:val="27"/>
      <w:lang w:val="es-EC" w:eastAsia="es-EC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91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0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06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2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1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9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5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8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2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1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roduccion@uce.edu.e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oyano\OneDrive%20-%20Universidad%20Central%20del%20Ecuador\Proyectos\Acad&#233;mico\Ventanas%20de%20mantenimiento\plantilla_academico_v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E800-FDCB-49E7-9AE7-71C7F3A45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plantilla_academico_v2</Template>
  <TotalTime>2</TotalTime>
  <Pages>1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ESTHER MOYANO LUCIO</dc:creator>
  <cp:keywords/>
  <dc:description/>
  <cp:lastModifiedBy>MARIA ESTHER MOYANO LUCIO</cp:lastModifiedBy>
  <cp:revision>3</cp:revision>
  <cp:lastPrinted>2023-07-14T19:35:00Z</cp:lastPrinted>
  <dcterms:created xsi:type="dcterms:W3CDTF">2024-12-10T14:21:00Z</dcterms:created>
  <dcterms:modified xsi:type="dcterms:W3CDTF">2024-12-10T14:22:00Z</dcterms:modified>
</cp:coreProperties>
</file>