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1DBDC998" w:rsidR="00076AC6" w:rsidRPr="00DE6540" w:rsidRDefault="00AA317C" w:rsidP="00BC5139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061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4C10A25A" w:rsidR="00076AC6" w:rsidRPr="00487116" w:rsidRDefault="00AA317C" w:rsidP="00A75E0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03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0F0A16">
              <w:rPr>
                <w:rFonts w:ascii="Cambria" w:hAnsi="Cambria"/>
                <w:b/>
                <w:bCs/>
              </w:rPr>
              <w:t>10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0F0A16">
              <w:rPr>
                <w:rFonts w:ascii="Cambria" w:hAnsi="Cambria"/>
                <w:b/>
                <w:bCs/>
              </w:rPr>
              <w:t>15</w:t>
            </w:r>
            <w:r w:rsidR="00076AC6" w:rsidRPr="734AFCCE">
              <w:rPr>
                <w:rFonts w:ascii="Cambria" w:hAnsi="Cambria"/>
                <w:b/>
                <w:bCs/>
              </w:rPr>
              <w:t>:</w:t>
            </w:r>
            <w:r w:rsidR="000F0A16">
              <w:rPr>
                <w:rFonts w:ascii="Cambria" w:hAnsi="Cambria"/>
                <w:b/>
                <w:bCs/>
              </w:rPr>
              <w:t>3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A75E03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261FBBFD" w:rsidR="00076AC6" w:rsidRPr="00AF71E3" w:rsidRDefault="006256FB" w:rsidP="00C20DD5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AA317C">
              <w:rPr>
                <w:rFonts w:ascii="Cambria" w:hAnsi="Cambria"/>
                <w:b/>
                <w:bCs/>
              </w:rPr>
              <w:t>03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0F0A16">
              <w:rPr>
                <w:rFonts w:ascii="Cambria" w:hAnsi="Cambria"/>
                <w:b/>
                <w:bCs/>
              </w:rPr>
              <w:t>10</w:t>
            </w:r>
            <w:r>
              <w:rPr>
                <w:rFonts w:ascii="Cambria" w:hAnsi="Cambria"/>
                <w:b/>
                <w:bCs/>
              </w:rPr>
              <w:t>/20</w:t>
            </w:r>
            <w:r w:rsidR="007B3234">
              <w:rPr>
                <w:rFonts w:ascii="Cambria" w:hAnsi="Cambria"/>
                <w:b/>
                <w:bCs/>
              </w:rPr>
              <w:t>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187127">
              <w:rPr>
                <w:rFonts w:ascii="Cambria" w:hAnsi="Cambria"/>
                <w:b/>
                <w:bCs/>
              </w:rPr>
              <w:t xml:space="preserve"> </w:t>
            </w:r>
            <w:r w:rsidR="000F0A16">
              <w:rPr>
                <w:rFonts w:ascii="Cambria" w:hAnsi="Cambria"/>
                <w:b/>
                <w:bCs/>
              </w:rPr>
              <w:t>16:0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77777777" w:rsidR="00076AC6" w:rsidRPr="00F747EC" w:rsidRDefault="002C180C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77777777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72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70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671604C8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Infraestructura       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E8755" w14:textId="77777777" w:rsidR="000F0A16" w:rsidRPr="00AA317C" w:rsidRDefault="000F0A16" w:rsidP="000F0A16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>Habi</w:t>
            </w:r>
            <w:r w:rsidR="00AA317C">
              <w:rPr>
                <w:rFonts w:ascii="Cambria" w:hAnsi="Cambria" w:cs="Calibri"/>
                <w:lang w:eastAsia="es-EC"/>
              </w:rPr>
              <w:t>litación funcionalidad de validación de solicitudes de cambios de itinerarios.</w:t>
            </w:r>
          </w:p>
          <w:p w14:paraId="3B3F27DE" w14:textId="0052B582" w:rsidR="00AA317C" w:rsidRPr="000F0A16" w:rsidRDefault="00AA317C" w:rsidP="000F0A16">
            <w:pPr>
              <w:pStyle w:val="Prrafodelista"/>
              <w:numPr>
                <w:ilvl w:val="0"/>
                <w:numId w:val="23"/>
              </w:numPr>
              <w:rPr>
                <w:rFonts w:ascii="Cambria" w:hAnsi="Cambria"/>
                <w:color w:val="333333"/>
                <w:shd w:val="clear" w:color="auto" w:fill="FFFFFF"/>
              </w:rPr>
            </w:pPr>
            <w:r>
              <w:rPr>
                <w:rFonts w:ascii="Cambria" w:hAnsi="Cambria" w:cs="Calibri"/>
                <w:lang w:eastAsia="es-EC"/>
              </w:rPr>
              <w:t>Scheduled para legalización de matriculas de los estudiantes del período académico extraordinario</w:t>
            </w:r>
            <w:bookmarkStart w:id="0" w:name="_GoBack"/>
            <w:bookmarkEnd w:id="0"/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1F107692" w:rsidR="00C20DD5" w:rsidRPr="0003767E" w:rsidRDefault="003F3298" w:rsidP="00B77EAE">
            <w:pPr>
              <w:rPr>
                <w:u w:val="single"/>
                <w:lang w:val="es-EC"/>
              </w:rPr>
            </w:pPr>
            <w:r>
              <w:rPr>
                <w:lang w:val="es-EC"/>
              </w:rPr>
              <w:t>Ing. Marcelo Quishpe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160BC" w14:textId="77777777" w:rsidR="00C77F71" w:rsidRDefault="00C77F71" w:rsidP="00487116">
      <w:r>
        <w:separator/>
      </w:r>
    </w:p>
  </w:endnote>
  <w:endnote w:type="continuationSeparator" w:id="0">
    <w:p w14:paraId="6A438BA6" w14:textId="77777777" w:rsidR="00C77F71" w:rsidRDefault="00C77F71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5A022" w14:textId="77777777" w:rsidR="00C77F71" w:rsidRDefault="00C77F71" w:rsidP="00487116">
      <w:r>
        <w:separator/>
      </w:r>
    </w:p>
  </w:footnote>
  <w:footnote w:type="continuationSeparator" w:id="0">
    <w:p w14:paraId="126231ED" w14:textId="77777777" w:rsidR="00C77F71" w:rsidRDefault="00C77F71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11"/>
  </w:num>
  <w:num w:numId="5">
    <w:abstractNumId w:val="13"/>
  </w:num>
  <w:num w:numId="6">
    <w:abstractNumId w:val="4"/>
  </w:num>
  <w:num w:numId="7">
    <w:abstractNumId w:val="22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1"/>
  </w:num>
  <w:num w:numId="22">
    <w:abstractNumId w:val="17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0699F"/>
    <w:rsid w:val="000102D5"/>
    <w:rsid w:val="00010BA3"/>
    <w:rsid w:val="00013B66"/>
    <w:rsid w:val="0001420A"/>
    <w:rsid w:val="00015092"/>
    <w:rsid w:val="00015815"/>
    <w:rsid w:val="00016DE8"/>
    <w:rsid w:val="000235EB"/>
    <w:rsid w:val="00023FA1"/>
    <w:rsid w:val="00024D9D"/>
    <w:rsid w:val="00025083"/>
    <w:rsid w:val="00027212"/>
    <w:rsid w:val="0003767E"/>
    <w:rsid w:val="000409D7"/>
    <w:rsid w:val="000410F5"/>
    <w:rsid w:val="00041129"/>
    <w:rsid w:val="00041A1F"/>
    <w:rsid w:val="000444BD"/>
    <w:rsid w:val="000465F6"/>
    <w:rsid w:val="00052C1C"/>
    <w:rsid w:val="00055118"/>
    <w:rsid w:val="00055524"/>
    <w:rsid w:val="00057ECF"/>
    <w:rsid w:val="00061572"/>
    <w:rsid w:val="00070DCC"/>
    <w:rsid w:val="00070E14"/>
    <w:rsid w:val="00076AC6"/>
    <w:rsid w:val="00093230"/>
    <w:rsid w:val="00094B3A"/>
    <w:rsid w:val="000A0018"/>
    <w:rsid w:val="000A04E6"/>
    <w:rsid w:val="000A3BA0"/>
    <w:rsid w:val="000A4D07"/>
    <w:rsid w:val="000B0104"/>
    <w:rsid w:val="000B07EC"/>
    <w:rsid w:val="000B221E"/>
    <w:rsid w:val="000B5ED2"/>
    <w:rsid w:val="000C08C3"/>
    <w:rsid w:val="000C172E"/>
    <w:rsid w:val="000C41E4"/>
    <w:rsid w:val="000C4F47"/>
    <w:rsid w:val="000D0440"/>
    <w:rsid w:val="000D1E12"/>
    <w:rsid w:val="000D5BFA"/>
    <w:rsid w:val="000E2617"/>
    <w:rsid w:val="000F0A16"/>
    <w:rsid w:val="000F4891"/>
    <w:rsid w:val="000F6CB0"/>
    <w:rsid w:val="000F6E41"/>
    <w:rsid w:val="00102B5A"/>
    <w:rsid w:val="00111D3E"/>
    <w:rsid w:val="00112AAD"/>
    <w:rsid w:val="00112C1E"/>
    <w:rsid w:val="00113B4B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84A85"/>
    <w:rsid w:val="00187127"/>
    <w:rsid w:val="00191847"/>
    <w:rsid w:val="001938E5"/>
    <w:rsid w:val="00195A34"/>
    <w:rsid w:val="001A0797"/>
    <w:rsid w:val="001A30F1"/>
    <w:rsid w:val="001A651A"/>
    <w:rsid w:val="001A7B46"/>
    <w:rsid w:val="001B3A78"/>
    <w:rsid w:val="001B3C31"/>
    <w:rsid w:val="001B66E7"/>
    <w:rsid w:val="001B7152"/>
    <w:rsid w:val="001B749F"/>
    <w:rsid w:val="001B7B33"/>
    <w:rsid w:val="001C05DE"/>
    <w:rsid w:val="001C48A7"/>
    <w:rsid w:val="001C4E53"/>
    <w:rsid w:val="001C5337"/>
    <w:rsid w:val="001C552E"/>
    <w:rsid w:val="001C6621"/>
    <w:rsid w:val="001C6F18"/>
    <w:rsid w:val="001D0F80"/>
    <w:rsid w:val="001D69DB"/>
    <w:rsid w:val="001D7296"/>
    <w:rsid w:val="001E79AC"/>
    <w:rsid w:val="001F0ADF"/>
    <w:rsid w:val="001F41A8"/>
    <w:rsid w:val="001F52C1"/>
    <w:rsid w:val="00203484"/>
    <w:rsid w:val="0020428B"/>
    <w:rsid w:val="0020506B"/>
    <w:rsid w:val="00205424"/>
    <w:rsid w:val="00207E99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7497E"/>
    <w:rsid w:val="00277C78"/>
    <w:rsid w:val="00282B66"/>
    <w:rsid w:val="00283A99"/>
    <w:rsid w:val="00283D10"/>
    <w:rsid w:val="002868A3"/>
    <w:rsid w:val="00286B89"/>
    <w:rsid w:val="0029711A"/>
    <w:rsid w:val="002A3A1B"/>
    <w:rsid w:val="002A4B86"/>
    <w:rsid w:val="002A59B7"/>
    <w:rsid w:val="002A5AB9"/>
    <w:rsid w:val="002B29BB"/>
    <w:rsid w:val="002B34F3"/>
    <w:rsid w:val="002B54FE"/>
    <w:rsid w:val="002B5704"/>
    <w:rsid w:val="002C04E5"/>
    <w:rsid w:val="002C180C"/>
    <w:rsid w:val="002C2E41"/>
    <w:rsid w:val="002C5F69"/>
    <w:rsid w:val="002D74EF"/>
    <w:rsid w:val="002E07EA"/>
    <w:rsid w:val="002E12B6"/>
    <w:rsid w:val="002E29C5"/>
    <w:rsid w:val="002E4401"/>
    <w:rsid w:val="002E55C3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6E12"/>
    <w:rsid w:val="00341715"/>
    <w:rsid w:val="00342CAC"/>
    <w:rsid w:val="00342EB5"/>
    <w:rsid w:val="003432FB"/>
    <w:rsid w:val="00352B5C"/>
    <w:rsid w:val="003535F9"/>
    <w:rsid w:val="0036244C"/>
    <w:rsid w:val="00364222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A3101"/>
    <w:rsid w:val="003A44E7"/>
    <w:rsid w:val="003A6AAC"/>
    <w:rsid w:val="003B044C"/>
    <w:rsid w:val="003B2BA0"/>
    <w:rsid w:val="003B709C"/>
    <w:rsid w:val="003B7D19"/>
    <w:rsid w:val="003D1C8D"/>
    <w:rsid w:val="003E0427"/>
    <w:rsid w:val="003E7D1E"/>
    <w:rsid w:val="003F2092"/>
    <w:rsid w:val="003F3298"/>
    <w:rsid w:val="003F56ED"/>
    <w:rsid w:val="003F76A6"/>
    <w:rsid w:val="003F7EDB"/>
    <w:rsid w:val="004034BC"/>
    <w:rsid w:val="00404B30"/>
    <w:rsid w:val="00405498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4390"/>
    <w:rsid w:val="00457CE7"/>
    <w:rsid w:val="004723CA"/>
    <w:rsid w:val="00473AD6"/>
    <w:rsid w:val="00473E21"/>
    <w:rsid w:val="0048193A"/>
    <w:rsid w:val="00486A9E"/>
    <w:rsid w:val="00487116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CED"/>
    <w:rsid w:val="004C0B95"/>
    <w:rsid w:val="004C4499"/>
    <w:rsid w:val="004D0730"/>
    <w:rsid w:val="004D61FE"/>
    <w:rsid w:val="004E485C"/>
    <w:rsid w:val="004E4D02"/>
    <w:rsid w:val="004F218B"/>
    <w:rsid w:val="004F2562"/>
    <w:rsid w:val="004F5C69"/>
    <w:rsid w:val="005003C3"/>
    <w:rsid w:val="00504B7F"/>
    <w:rsid w:val="00504DBB"/>
    <w:rsid w:val="00505104"/>
    <w:rsid w:val="0050749F"/>
    <w:rsid w:val="00513F90"/>
    <w:rsid w:val="00521210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62A08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43DE"/>
    <w:rsid w:val="0060259E"/>
    <w:rsid w:val="0061081A"/>
    <w:rsid w:val="006135FE"/>
    <w:rsid w:val="00621A2D"/>
    <w:rsid w:val="0062243A"/>
    <w:rsid w:val="00623D49"/>
    <w:rsid w:val="00623E0C"/>
    <w:rsid w:val="006256FB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38F8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E5542"/>
    <w:rsid w:val="006E5D3E"/>
    <w:rsid w:val="006F2BBD"/>
    <w:rsid w:val="006F328F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5E86"/>
    <w:rsid w:val="007604DB"/>
    <w:rsid w:val="00776B19"/>
    <w:rsid w:val="0078323F"/>
    <w:rsid w:val="00784974"/>
    <w:rsid w:val="00784F27"/>
    <w:rsid w:val="00786315"/>
    <w:rsid w:val="00796639"/>
    <w:rsid w:val="007A397B"/>
    <w:rsid w:val="007B0845"/>
    <w:rsid w:val="007B3234"/>
    <w:rsid w:val="007B75A8"/>
    <w:rsid w:val="007C4BDB"/>
    <w:rsid w:val="007C6693"/>
    <w:rsid w:val="007C6A8E"/>
    <w:rsid w:val="007C7A67"/>
    <w:rsid w:val="007C7FB1"/>
    <w:rsid w:val="007D0C5C"/>
    <w:rsid w:val="007D2AE3"/>
    <w:rsid w:val="007E1C23"/>
    <w:rsid w:val="007E263D"/>
    <w:rsid w:val="007E456E"/>
    <w:rsid w:val="007E74FA"/>
    <w:rsid w:val="007F6D3B"/>
    <w:rsid w:val="00807EBA"/>
    <w:rsid w:val="0081086E"/>
    <w:rsid w:val="00815D10"/>
    <w:rsid w:val="0081731C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522C"/>
    <w:rsid w:val="008A7B4B"/>
    <w:rsid w:val="008B435D"/>
    <w:rsid w:val="008B57FF"/>
    <w:rsid w:val="008C2018"/>
    <w:rsid w:val="008C4474"/>
    <w:rsid w:val="008C5028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57"/>
    <w:rsid w:val="008F724C"/>
    <w:rsid w:val="009028F3"/>
    <w:rsid w:val="00915082"/>
    <w:rsid w:val="0091608F"/>
    <w:rsid w:val="00916090"/>
    <w:rsid w:val="00923DAE"/>
    <w:rsid w:val="00924AEE"/>
    <w:rsid w:val="00934264"/>
    <w:rsid w:val="00934A9C"/>
    <w:rsid w:val="00935911"/>
    <w:rsid w:val="00942892"/>
    <w:rsid w:val="0094724E"/>
    <w:rsid w:val="00951E16"/>
    <w:rsid w:val="009539A2"/>
    <w:rsid w:val="00956B95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1D39"/>
    <w:rsid w:val="00A15927"/>
    <w:rsid w:val="00A1611D"/>
    <w:rsid w:val="00A32404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4167"/>
    <w:rsid w:val="00A75E03"/>
    <w:rsid w:val="00A7749C"/>
    <w:rsid w:val="00A823BE"/>
    <w:rsid w:val="00A837F2"/>
    <w:rsid w:val="00A838CF"/>
    <w:rsid w:val="00A873BD"/>
    <w:rsid w:val="00AA317C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204D"/>
    <w:rsid w:val="00AF71E3"/>
    <w:rsid w:val="00AF7618"/>
    <w:rsid w:val="00B107F1"/>
    <w:rsid w:val="00B10F17"/>
    <w:rsid w:val="00B116FD"/>
    <w:rsid w:val="00B1359C"/>
    <w:rsid w:val="00B13DDF"/>
    <w:rsid w:val="00B177D8"/>
    <w:rsid w:val="00B213A7"/>
    <w:rsid w:val="00B23F41"/>
    <w:rsid w:val="00B2491F"/>
    <w:rsid w:val="00B3534E"/>
    <w:rsid w:val="00B37838"/>
    <w:rsid w:val="00B4115D"/>
    <w:rsid w:val="00B42000"/>
    <w:rsid w:val="00B43718"/>
    <w:rsid w:val="00B50F4A"/>
    <w:rsid w:val="00B53649"/>
    <w:rsid w:val="00B57888"/>
    <w:rsid w:val="00B579F0"/>
    <w:rsid w:val="00B67897"/>
    <w:rsid w:val="00B73E38"/>
    <w:rsid w:val="00B76E1D"/>
    <w:rsid w:val="00B77D8E"/>
    <w:rsid w:val="00B77EAE"/>
    <w:rsid w:val="00B85025"/>
    <w:rsid w:val="00B85985"/>
    <w:rsid w:val="00B867E7"/>
    <w:rsid w:val="00B95133"/>
    <w:rsid w:val="00B9682E"/>
    <w:rsid w:val="00BA6528"/>
    <w:rsid w:val="00BA6809"/>
    <w:rsid w:val="00BA6D6A"/>
    <w:rsid w:val="00BA70C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0DD5"/>
    <w:rsid w:val="00C22D80"/>
    <w:rsid w:val="00C234C6"/>
    <w:rsid w:val="00C23BF7"/>
    <w:rsid w:val="00C323E8"/>
    <w:rsid w:val="00C345DA"/>
    <w:rsid w:val="00C401D5"/>
    <w:rsid w:val="00C46A39"/>
    <w:rsid w:val="00C56A9B"/>
    <w:rsid w:val="00C64C0F"/>
    <w:rsid w:val="00C740A7"/>
    <w:rsid w:val="00C77545"/>
    <w:rsid w:val="00C77F71"/>
    <w:rsid w:val="00C82E22"/>
    <w:rsid w:val="00C833A3"/>
    <w:rsid w:val="00C864FD"/>
    <w:rsid w:val="00C867AA"/>
    <w:rsid w:val="00C91080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C0968"/>
    <w:rsid w:val="00CC0B16"/>
    <w:rsid w:val="00CD66B8"/>
    <w:rsid w:val="00CD6923"/>
    <w:rsid w:val="00CE20E1"/>
    <w:rsid w:val="00CE26DA"/>
    <w:rsid w:val="00CE3574"/>
    <w:rsid w:val="00CE58FC"/>
    <w:rsid w:val="00CE5F4E"/>
    <w:rsid w:val="00CE633F"/>
    <w:rsid w:val="00CF1423"/>
    <w:rsid w:val="00CF3554"/>
    <w:rsid w:val="00CF5D47"/>
    <w:rsid w:val="00D003F4"/>
    <w:rsid w:val="00D0113B"/>
    <w:rsid w:val="00D0570B"/>
    <w:rsid w:val="00D06785"/>
    <w:rsid w:val="00D15208"/>
    <w:rsid w:val="00D171F5"/>
    <w:rsid w:val="00D17ADC"/>
    <w:rsid w:val="00D22FF8"/>
    <w:rsid w:val="00D24FEB"/>
    <w:rsid w:val="00D26C39"/>
    <w:rsid w:val="00D27C27"/>
    <w:rsid w:val="00D36BC0"/>
    <w:rsid w:val="00D37D1B"/>
    <w:rsid w:val="00D40D62"/>
    <w:rsid w:val="00D5296D"/>
    <w:rsid w:val="00D64AFB"/>
    <w:rsid w:val="00D7011C"/>
    <w:rsid w:val="00D72CAE"/>
    <w:rsid w:val="00D80FAF"/>
    <w:rsid w:val="00D8119B"/>
    <w:rsid w:val="00D82A5D"/>
    <w:rsid w:val="00D86917"/>
    <w:rsid w:val="00D905FF"/>
    <w:rsid w:val="00D94ADB"/>
    <w:rsid w:val="00DA11E0"/>
    <w:rsid w:val="00DA44BA"/>
    <w:rsid w:val="00DA5E2D"/>
    <w:rsid w:val="00DB1919"/>
    <w:rsid w:val="00DB653A"/>
    <w:rsid w:val="00DC090C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11A79"/>
    <w:rsid w:val="00E13CEF"/>
    <w:rsid w:val="00E14F34"/>
    <w:rsid w:val="00E16AF2"/>
    <w:rsid w:val="00E1731A"/>
    <w:rsid w:val="00E17B86"/>
    <w:rsid w:val="00E2762F"/>
    <w:rsid w:val="00E3065D"/>
    <w:rsid w:val="00E33C63"/>
    <w:rsid w:val="00E34E19"/>
    <w:rsid w:val="00E40076"/>
    <w:rsid w:val="00E41DF8"/>
    <w:rsid w:val="00E437E7"/>
    <w:rsid w:val="00E61D7D"/>
    <w:rsid w:val="00E64DFB"/>
    <w:rsid w:val="00E66B25"/>
    <w:rsid w:val="00E71526"/>
    <w:rsid w:val="00E76220"/>
    <w:rsid w:val="00E8327E"/>
    <w:rsid w:val="00E842B6"/>
    <w:rsid w:val="00E95E7F"/>
    <w:rsid w:val="00E9628A"/>
    <w:rsid w:val="00EA7D73"/>
    <w:rsid w:val="00EB00DD"/>
    <w:rsid w:val="00EB094D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2C55"/>
    <w:rsid w:val="00EF30BC"/>
    <w:rsid w:val="00EF3F2C"/>
    <w:rsid w:val="00EF534C"/>
    <w:rsid w:val="00F003B4"/>
    <w:rsid w:val="00F044C6"/>
    <w:rsid w:val="00F06E43"/>
    <w:rsid w:val="00F12899"/>
    <w:rsid w:val="00F14FE4"/>
    <w:rsid w:val="00F17312"/>
    <w:rsid w:val="00F17569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16F3"/>
    <w:rsid w:val="00F73C95"/>
    <w:rsid w:val="00F747EC"/>
    <w:rsid w:val="00F76915"/>
    <w:rsid w:val="00F86EB9"/>
    <w:rsid w:val="00F8786F"/>
    <w:rsid w:val="00F9663B"/>
    <w:rsid w:val="00FA0594"/>
    <w:rsid w:val="00FA201D"/>
    <w:rsid w:val="00FA244B"/>
    <w:rsid w:val="00FA2DCF"/>
    <w:rsid w:val="00FA5B90"/>
    <w:rsid w:val="00FA7A99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E816-6848-4006-B3B9-0E6B084FF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2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2024-10-04T15:48:00Z</dcterms:created>
  <dcterms:modified xsi:type="dcterms:W3CDTF">2024-10-04T15:49:00Z</dcterms:modified>
</cp:coreProperties>
</file>