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36472540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2E12B6">
              <w:rPr>
                <w:rFonts w:ascii="Cambria" w:hAnsi="Cambria"/>
                <w:b/>
                <w:bCs/>
                <w:lang w:val="es-419"/>
              </w:rPr>
              <w:t>18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003953CB" w:rsidR="00076AC6" w:rsidRPr="00487116" w:rsidRDefault="002E12B6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05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17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F44023"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35A0692C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2E12B6">
              <w:rPr>
                <w:rFonts w:ascii="Cambria" w:hAnsi="Cambria"/>
                <w:b/>
                <w:bCs/>
              </w:rPr>
              <w:t>05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3B044C">
              <w:rPr>
                <w:rFonts w:ascii="Cambria" w:hAnsi="Cambria"/>
                <w:b/>
                <w:bCs/>
              </w:rPr>
              <w:t>04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2E12B6">
              <w:rPr>
                <w:rFonts w:ascii="Cambria" w:hAnsi="Cambria"/>
                <w:b/>
                <w:bCs/>
              </w:rPr>
              <w:t>17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F44023">
              <w:rPr>
                <w:rFonts w:ascii="Cambria" w:hAnsi="Cambria"/>
                <w:b/>
                <w:bCs/>
              </w:rPr>
              <w:t>3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226C4FD8" w:rsidR="003B044C" w:rsidRPr="00C15BE4" w:rsidRDefault="002E12B6" w:rsidP="00444D96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Se solventa inconveniente para registro de calificaciones de un estudiante en movilidad internacional.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3BE302BB" w:rsidR="003B044C" w:rsidRDefault="003B044C" w:rsidP="00533B37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2E12B6">
              <w:rPr>
                <w:lang w:val="es-EC"/>
              </w:rPr>
              <w:t>ng. Marcelo Quishpe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419"/>
              </w:rPr>
              <w:t>Ing. César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6AFA4" w14:textId="77777777" w:rsidR="006C6040" w:rsidRDefault="006C6040" w:rsidP="00487116">
      <w:r>
        <w:separator/>
      </w:r>
    </w:p>
  </w:endnote>
  <w:endnote w:type="continuationSeparator" w:id="0">
    <w:p w14:paraId="0A0A56D0" w14:textId="77777777" w:rsidR="006C6040" w:rsidRDefault="006C6040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4FB69" w14:textId="77777777" w:rsidR="006C6040" w:rsidRDefault="006C6040" w:rsidP="00487116">
      <w:r>
        <w:separator/>
      </w:r>
    </w:p>
  </w:footnote>
  <w:footnote w:type="continuationSeparator" w:id="0">
    <w:p w14:paraId="0542B68B" w14:textId="77777777" w:rsidR="006C6040" w:rsidRDefault="006C6040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7152"/>
    <w:rsid w:val="001B749F"/>
    <w:rsid w:val="001C05DE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428B"/>
    <w:rsid w:val="0020506B"/>
    <w:rsid w:val="00205424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7C78"/>
    <w:rsid w:val="00282B66"/>
    <w:rsid w:val="00283A99"/>
    <w:rsid w:val="00283D10"/>
    <w:rsid w:val="002868A3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12B6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6D7E"/>
    <w:rsid w:val="00336E12"/>
    <w:rsid w:val="00341715"/>
    <w:rsid w:val="00342CAC"/>
    <w:rsid w:val="00342EB5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4034BC"/>
    <w:rsid w:val="00405498"/>
    <w:rsid w:val="004119EF"/>
    <w:rsid w:val="004129C2"/>
    <w:rsid w:val="0041677C"/>
    <w:rsid w:val="00421708"/>
    <w:rsid w:val="00427CB0"/>
    <w:rsid w:val="004302D8"/>
    <w:rsid w:val="004317C0"/>
    <w:rsid w:val="00444D96"/>
    <w:rsid w:val="004516C1"/>
    <w:rsid w:val="00452C0F"/>
    <w:rsid w:val="00452FC8"/>
    <w:rsid w:val="00454078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65A6"/>
    <w:rsid w:val="004B6CB2"/>
    <w:rsid w:val="004B7CED"/>
    <w:rsid w:val="004C0B95"/>
    <w:rsid w:val="004C4499"/>
    <w:rsid w:val="004D0730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46AB3"/>
    <w:rsid w:val="0055268F"/>
    <w:rsid w:val="005572D3"/>
    <w:rsid w:val="00571172"/>
    <w:rsid w:val="00590670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7ABE"/>
    <w:rsid w:val="007206C5"/>
    <w:rsid w:val="00722F60"/>
    <w:rsid w:val="0072449A"/>
    <w:rsid w:val="0072477C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76B19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70C3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85025"/>
    <w:rsid w:val="00B85985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D66B8"/>
    <w:rsid w:val="00CD6923"/>
    <w:rsid w:val="00CE20E1"/>
    <w:rsid w:val="00CE26DA"/>
    <w:rsid w:val="00CE3574"/>
    <w:rsid w:val="00CE58FC"/>
    <w:rsid w:val="00CE633F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6917"/>
    <w:rsid w:val="00D94ADB"/>
    <w:rsid w:val="00DA11E0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6540"/>
    <w:rsid w:val="00DF2CBF"/>
    <w:rsid w:val="00DF3202"/>
    <w:rsid w:val="00DF5626"/>
    <w:rsid w:val="00E01484"/>
    <w:rsid w:val="00E04834"/>
    <w:rsid w:val="00E11A79"/>
    <w:rsid w:val="00E13CEF"/>
    <w:rsid w:val="00E16AF2"/>
    <w:rsid w:val="00E17B86"/>
    <w:rsid w:val="00E2762F"/>
    <w:rsid w:val="00E33C63"/>
    <w:rsid w:val="00E40076"/>
    <w:rsid w:val="00E41DF8"/>
    <w:rsid w:val="00E437E7"/>
    <w:rsid w:val="00E64DFB"/>
    <w:rsid w:val="00E71526"/>
    <w:rsid w:val="00E8327E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747EC"/>
    <w:rsid w:val="00F76915"/>
    <w:rsid w:val="00F86EB9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6597F-FDBD-42B7-BCDE-CABCB90B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1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2024-04-05T22:09:00Z</dcterms:created>
  <dcterms:modified xsi:type="dcterms:W3CDTF">2024-04-05T22:10:00Z</dcterms:modified>
</cp:coreProperties>
</file>