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CellSpacing w:w="15" w:type="dxa"/>
        <w:tblInd w:w="-577" w:type="dxa"/>
        <w:tblBorders>
          <w:top w:val="outset" w:sz="18" w:space="0" w:color="062633"/>
          <w:left w:val="outset" w:sz="18" w:space="0" w:color="062633"/>
          <w:bottom w:val="outset" w:sz="18" w:space="0" w:color="062633"/>
          <w:right w:val="outset" w:sz="18" w:space="0" w:color="0626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387"/>
      </w:tblGrid>
      <w:tr w:rsidR="00BD6564" w:rsidRPr="00487116" w14:paraId="0114623F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10CA5" w14:textId="77777777" w:rsidR="00BD6564" w:rsidRDefault="00C740A7" w:rsidP="00C740A7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8240" behindDoc="0" locked="0" layoutInCell="1" allowOverlap="1" wp14:anchorId="4ACD56F9" wp14:editId="428E611A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323850" cy="32385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116">
              <w:rPr>
                <w:rFonts w:ascii="Cambria" w:hAnsi="Cambria"/>
                <w:b/>
                <w:bCs/>
                <w:color w:val="1F497D"/>
                <w:lang w:val="es-419"/>
              </w:rPr>
              <w:t>UNIVERSIDAD CENTRAL DEL ECUADOR</w:t>
            </w:r>
          </w:p>
          <w:p w14:paraId="583EECEF" w14:textId="77777777" w:rsidR="00487116" w:rsidRPr="00487116" w:rsidRDefault="00487116" w:rsidP="00487116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rFonts w:ascii="Cambria" w:hAnsi="Cambria"/>
                <w:b/>
                <w:bCs/>
                <w:color w:val="1F497D"/>
                <w:lang w:val="es-419"/>
              </w:rPr>
              <w:t>VENTANA DE MANTENIMIENTO</w:t>
            </w:r>
          </w:p>
        </w:tc>
      </w:tr>
      <w:tr w:rsidR="00076AC6" w:rsidRPr="00487116" w14:paraId="3F4042CE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110" w14:textId="77777777" w:rsidR="00076AC6" w:rsidRPr="00916090" w:rsidRDefault="009D00E7" w:rsidP="00821362">
            <w:pPr>
              <w:jc w:val="center"/>
              <w:rPr>
                <w:rFonts w:ascii="Cambria" w:hAnsi="Cambria"/>
                <w:lang w:val="es-EC"/>
              </w:rPr>
            </w:pPr>
            <w:r w:rsidRPr="734AFCCE">
              <w:rPr>
                <w:rFonts w:ascii="Cambria" w:hAnsi="Cambria"/>
                <w:lang w:val="es-EC"/>
              </w:rPr>
              <w:t xml:space="preserve">Sistema </w:t>
            </w:r>
            <w:r w:rsidR="002B5704">
              <w:rPr>
                <w:rFonts w:ascii="Cambria" w:hAnsi="Cambria"/>
                <w:lang w:val="es-EC"/>
              </w:rPr>
              <w:t>Académico</w:t>
            </w:r>
          </w:p>
        </w:tc>
      </w:tr>
      <w:tr w:rsidR="00076AC6" w:rsidRPr="00487116" w14:paraId="32F36A77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9C75" w14:textId="77777777" w:rsidR="00076AC6" w:rsidRPr="00487116" w:rsidRDefault="00076AC6" w:rsidP="00076AC6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Número de </w:t>
            </w:r>
            <w:r w:rsidR="001708D1">
              <w:rPr>
                <w:rFonts w:ascii="Cambria" w:hAnsi="Cambria"/>
                <w:b/>
                <w:bCs/>
                <w:color w:val="FFFFFF"/>
                <w:lang w:val="es-419"/>
              </w:rPr>
              <w:t>o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rden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d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e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t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>rabajo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F0E5" w14:textId="0C62128B" w:rsidR="00076AC6" w:rsidRPr="00DE6540" w:rsidRDefault="00A06CF8" w:rsidP="00BC5139">
            <w:pPr>
              <w:jc w:val="center"/>
              <w:rPr>
                <w:rFonts w:ascii="Cambria" w:hAnsi="Cambria"/>
                <w:lang w:val="es-EC"/>
              </w:rPr>
            </w:pPr>
            <w:r w:rsidRPr="7044B234">
              <w:rPr>
                <w:rFonts w:ascii="Cambria" w:hAnsi="Cambria"/>
                <w:b/>
                <w:bCs/>
                <w:lang w:val="es-419"/>
              </w:rPr>
              <w:t>0</w:t>
            </w:r>
            <w:r w:rsidR="00F44023">
              <w:rPr>
                <w:rFonts w:ascii="Cambria" w:hAnsi="Cambria"/>
                <w:b/>
                <w:bCs/>
                <w:lang w:val="es-419"/>
              </w:rPr>
              <w:t>17</w:t>
            </w:r>
            <w:r w:rsidR="00076AC6" w:rsidRPr="7044B234">
              <w:rPr>
                <w:rFonts w:ascii="Cambria" w:hAnsi="Cambria"/>
                <w:b/>
                <w:bCs/>
                <w:lang w:val="es-419"/>
              </w:rPr>
              <w:t>-PP</w:t>
            </w:r>
            <w:r w:rsidR="000B5ED2">
              <w:rPr>
                <w:rFonts w:ascii="Cambria" w:hAnsi="Cambria"/>
                <w:b/>
                <w:bCs/>
                <w:lang w:val="es-EC"/>
              </w:rPr>
              <w:t>-</w:t>
            </w:r>
            <w:r w:rsidR="00AD6A81">
              <w:rPr>
                <w:rFonts w:ascii="Cambria" w:hAnsi="Cambria"/>
                <w:b/>
                <w:bCs/>
                <w:lang w:val="es-EC"/>
              </w:rPr>
              <w:t>SA</w:t>
            </w:r>
          </w:p>
        </w:tc>
      </w:tr>
      <w:tr w:rsidR="00076AC6" w:rsidRPr="00487116" w14:paraId="030CCC88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838F0" w14:textId="77777777" w:rsidR="00076AC6" w:rsidRPr="00487116" w:rsidRDefault="002B5704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Inicio (</w:t>
            </w:r>
            <w:r w:rsidR="00076AC6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D23A2" w14:textId="2C3071A3" w:rsidR="00076AC6" w:rsidRPr="00487116" w:rsidRDefault="003B044C" w:rsidP="00C15BE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04</w:t>
            </w:r>
            <w:r w:rsidR="00166619" w:rsidRPr="734AFCCE">
              <w:rPr>
                <w:rFonts w:ascii="Cambria" w:hAnsi="Cambria"/>
                <w:b/>
                <w:bCs/>
              </w:rPr>
              <w:t>/</w:t>
            </w:r>
            <w:r>
              <w:rPr>
                <w:rFonts w:ascii="Cambria" w:hAnsi="Cambria"/>
                <w:b/>
                <w:bCs/>
              </w:rPr>
              <w:t>04</w:t>
            </w:r>
            <w:r w:rsidR="00D72CAE" w:rsidRPr="734AFCCE">
              <w:rPr>
                <w:rFonts w:ascii="Cambria" w:hAnsi="Cambria"/>
                <w:b/>
                <w:bCs/>
              </w:rPr>
              <w:t>/</w:t>
            </w:r>
            <w:r w:rsidR="00C91470" w:rsidRPr="734AFCCE">
              <w:rPr>
                <w:rFonts w:ascii="Cambria" w:hAnsi="Cambria"/>
                <w:b/>
                <w:bCs/>
              </w:rPr>
              <w:t>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F44023">
              <w:rPr>
                <w:rFonts w:ascii="Cambria" w:hAnsi="Cambria"/>
                <w:b/>
                <w:bCs/>
              </w:rPr>
              <w:t>10</w:t>
            </w:r>
            <w:r w:rsidR="006E5542" w:rsidRPr="734AFCCE">
              <w:rPr>
                <w:rFonts w:ascii="Cambria" w:hAnsi="Cambria"/>
                <w:b/>
                <w:bCs/>
              </w:rPr>
              <w:t>:</w:t>
            </w:r>
            <w:r w:rsidR="00F44023">
              <w:rPr>
                <w:rFonts w:ascii="Cambria" w:hAnsi="Cambria"/>
                <w:b/>
                <w:bCs/>
              </w:rPr>
              <w:t>0</w:t>
            </w:r>
            <w:r w:rsidR="00524045" w:rsidRPr="734AFCCE">
              <w:rPr>
                <w:rFonts w:ascii="Cambria" w:hAnsi="Cambria"/>
                <w:b/>
                <w:bCs/>
              </w:rPr>
              <w:t>0</w:t>
            </w:r>
            <w:r w:rsidR="00076AC6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156822DA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263F" w14:textId="77777777" w:rsidR="00076AC6" w:rsidRPr="00487116" w:rsidRDefault="00076AC6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Finalización</w:t>
            </w: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 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estimada</w:t>
            </w:r>
            <w:r w:rsidR="002B5704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(</w:t>
            </w: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AF223" w14:textId="4528B54D" w:rsidR="00076AC6" w:rsidRPr="00AF71E3" w:rsidRDefault="00AD3793" w:rsidP="00C15BE4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                </w:t>
            </w:r>
            <w:r w:rsidR="003B044C">
              <w:rPr>
                <w:rFonts w:ascii="Cambria" w:hAnsi="Cambria"/>
                <w:b/>
                <w:bCs/>
              </w:rPr>
              <w:t>04</w:t>
            </w:r>
            <w:r w:rsidR="00E2762F">
              <w:rPr>
                <w:rFonts w:ascii="Cambria" w:hAnsi="Cambria"/>
                <w:b/>
                <w:bCs/>
              </w:rPr>
              <w:t>/</w:t>
            </w:r>
            <w:r w:rsidR="003B044C">
              <w:rPr>
                <w:rFonts w:ascii="Cambria" w:hAnsi="Cambria"/>
                <w:b/>
                <w:bCs/>
              </w:rPr>
              <w:t>04</w:t>
            </w:r>
            <w:r w:rsidR="007B3234">
              <w:rPr>
                <w:rFonts w:ascii="Cambria" w:hAnsi="Cambria"/>
                <w:b/>
                <w:bCs/>
              </w:rPr>
              <w:t>/202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F44023">
              <w:rPr>
                <w:rFonts w:ascii="Cambria" w:hAnsi="Cambria"/>
                <w:b/>
                <w:bCs/>
              </w:rPr>
              <w:t>10</w:t>
            </w:r>
            <w:r w:rsidR="00982058" w:rsidRPr="734AFCCE">
              <w:rPr>
                <w:rFonts w:ascii="Cambria" w:hAnsi="Cambria"/>
                <w:b/>
                <w:bCs/>
              </w:rPr>
              <w:t>:</w:t>
            </w:r>
            <w:r w:rsidR="00F44023">
              <w:rPr>
                <w:rFonts w:ascii="Cambria" w:hAnsi="Cambria"/>
                <w:b/>
                <w:bCs/>
              </w:rPr>
              <w:t>3</w:t>
            </w:r>
            <w:r w:rsidR="00784F27">
              <w:rPr>
                <w:rFonts w:ascii="Cambria" w:hAnsi="Cambria"/>
                <w:b/>
                <w:bCs/>
              </w:rPr>
              <w:t>0</w:t>
            </w:r>
            <w:r w:rsidR="00454078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04D01EAB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DBB84" w14:textId="77777777" w:rsidR="00076AC6" w:rsidRPr="00487116" w:rsidRDefault="00076AC6" w:rsidP="00D26C39">
            <w:pPr>
              <w:rPr>
                <w:rFonts w:ascii="Cambria" w:hAnsi="Cambria"/>
              </w:rPr>
            </w:pP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Duración de la ventana de</w:t>
            </w:r>
            <w:r w:rsidR="00D26C39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</w:t>
            </w: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mantenimiento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vAlign w:val="center"/>
            <w:hideMark/>
          </w:tcPr>
          <w:p w14:paraId="44DFAB3E" w14:textId="77777777" w:rsidR="00076AC6" w:rsidRPr="00F747EC" w:rsidRDefault="002C180C" w:rsidP="00F747EC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lang w:val="es-EC"/>
              </w:rPr>
              <w:t>30 minutos</w:t>
            </w:r>
          </w:p>
          <w:p w14:paraId="53B93FC4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52C2649E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53F24" w14:textId="77777777" w:rsidR="00076AC6" w:rsidRPr="00487116" w:rsidRDefault="002B5704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Área </w:t>
            </w:r>
            <w:r>
              <w:rPr>
                <w:rFonts w:ascii="Cambria" w:hAnsi="Cambria"/>
                <w:b/>
                <w:bCs/>
                <w:color w:val="FFFFFF"/>
              </w:rPr>
              <w:t>solicitante</w:t>
            </w:r>
            <w:r w:rsidR="00076AC6"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42AAE" w14:textId="77777777" w:rsidR="00076AC6" w:rsidRPr="00487116" w:rsidRDefault="00076AC6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lang w:val="es-419"/>
              </w:rPr>
              <w:t xml:space="preserve">Soporte Técnico           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-3329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72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A656EA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Proyectos y Producción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sdt>
              <w:sdtPr>
                <w:rPr>
                  <w:rFonts w:ascii="Cambria" w:hAnsi="Cambria"/>
                </w:rPr>
                <w:id w:val="1693650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1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406112AB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Desarrollo de Software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</w:t>
            </w:r>
            <w:sdt>
              <w:sdtPr>
                <w:rPr>
                  <w:rFonts w:ascii="Cambria" w:hAnsi="Cambria"/>
                </w:rPr>
                <w:id w:val="37050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70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671604C8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Infraestructura          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109459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76AC6" w:rsidRPr="00487116" w14:paraId="7CBCF1A2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D3D3" w14:textId="77777777" w:rsidR="00076AC6" w:rsidRPr="00E01484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 w:rsidRPr="00E01484">
              <w:rPr>
                <w:rFonts w:ascii="Cambria" w:hAnsi="Cambria"/>
                <w:b/>
                <w:bCs/>
                <w:lang w:val="es-419"/>
              </w:rPr>
              <w:t>Descripción Actividad</w:t>
            </w:r>
          </w:p>
        </w:tc>
      </w:tr>
      <w:tr w:rsidR="00076AC6" w:rsidRPr="00487116" w14:paraId="00E94CCA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F27DE" w14:textId="76AEF3FC" w:rsidR="003B044C" w:rsidRPr="00C15BE4" w:rsidRDefault="00F44023" w:rsidP="00444D96">
            <w:pPr>
              <w:pStyle w:val="Prrafodelista"/>
              <w:numPr>
                <w:ilvl w:val="0"/>
                <w:numId w:val="23"/>
              </w:numPr>
              <w:rPr>
                <w:rFonts w:ascii="Cambria" w:hAnsi="Cambria" w:cs="Calibri"/>
                <w:lang w:eastAsia="es-EC"/>
              </w:rPr>
            </w:pPr>
            <w:r>
              <w:rPr>
                <w:rFonts w:ascii="Cambria" w:hAnsi="Cambria" w:cs="Calibri"/>
                <w:lang w:eastAsia="es-EC"/>
              </w:rPr>
              <w:t>Ajustes encuesta socioeconómica pregunta 21</w:t>
            </w:r>
            <w:r w:rsidR="003B044C">
              <w:rPr>
                <w:rFonts w:ascii="Cambria" w:hAnsi="Cambria" w:cs="Calibri"/>
                <w:lang w:eastAsia="es-EC"/>
              </w:rPr>
              <w:t>.</w:t>
            </w:r>
          </w:p>
        </w:tc>
      </w:tr>
      <w:tr w:rsidR="00076AC6" w:rsidRPr="00487116" w14:paraId="019DBC36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38C65" w14:textId="77777777" w:rsidR="00076AC6" w:rsidRPr="000B5ED2" w:rsidRDefault="00076AC6" w:rsidP="00076AC6">
            <w:pPr>
              <w:jc w:val="center"/>
              <w:rPr>
                <w:rFonts w:ascii="Cambria" w:hAnsi="Cambria"/>
              </w:rPr>
            </w:pPr>
            <w:r w:rsidRPr="000B5ED2">
              <w:rPr>
                <w:rFonts w:ascii="Cambria" w:hAnsi="Cambria"/>
                <w:b/>
                <w:bCs/>
                <w:lang w:val="es-419"/>
              </w:rPr>
              <w:t xml:space="preserve">Servicios </w:t>
            </w:r>
            <w:r w:rsidR="756BE760" w:rsidRPr="000B5ED2">
              <w:rPr>
                <w:rFonts w:ascii="Cambria" w:hAnsi="Cambria"/>
                <w:b/>
                <w:bCs/>
                <w:lang w:val="es-419"/>
              </w:rPr>
              <w:t>Informáticos Involucrados</w:t>
            </w:r>
            <w:r w:rsidRPr="000B5ED2">
              <w:rPr>
                <w:rFonts w:ascii="Cambria" w:hAnsi="Cambria"/>
                <w:b/>
                <w:bCs/>
              </w:rPr>
              <w:t xml:space="preserve"> </w:t>
            </w:r>
          </w:p>
        </w:tc>
      </w:tr>
      <w:tr w:rsidR="00076AC6" w:rsidRPr="00487116" w14:paraId="2EF4CE5A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2778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</w:p>
          <w:p w14:paraId="06D8D923" w14:textId="77777777" w:rsidR="00076AC6" w:rsidRPr="00487116" w:rsidRDefault="002B5704" w:rsidP="00076AC6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="00076AC6" w:rsidRPr="00487116">
              <w:rPr>
                <w:rFonts w:ascii="Cambria" w:hAnsi="Cambria"/>
                <w:b/>
                <w:bCs/>
              </w:rPr>
              <w:t>Posibles Intermitencias en las Plataformas Afectadas:</w:t>
            </w:r>
            <w:r w:rsidR="00076AC6" w:rsidRPr="00487116">
              <w:rPr>
                <w:rFonts w:ascii="Cambria" w:hAnsi="Cambria"/>
                <w:b/>
                <w:bCs/>
                <w:color w:val="1F497D"/>
              </w:rPr>
              <w:t> </w:t>
            </w:r>
          </w:p>
          <w:p w14:paraId="480ED354" w14:textId="77777777" w:rsidR="00076AC6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7BCE1F85" w14:textId="77777777" w:rsidR="00076AC6" w:rsidRDefault="003D1C8D" w:rsidP="002B5704">
            <w:pPr>
              <w:pStyle w:val="Prrafodelista"/>
              <w:numPr>
                <w:ilvl w:val="0"/>
                <w:numId w:val="20"/>
              </w:numPr>
              <w:rPr>
                <w:rFonts w:ascii="Cambria" w:hAnsi="Cambria"/>
                <w:lang w:val="es-EC"/>
              </w:rPr>
            </w:pPr>
            <w:r w:rsidRPr="002B5704">
              <w:rPr>
                <w:rFonts w:ascii="Cambria" w:hAnsi="Cambria"/>
                <w:lang w:val="es-EC"/>
              </w:rPr>
              <w:t xml:space="preserve">Sistema </w:t>
            </w:r>
            <w:r w:rsidR="00DD74F6">
              <w:rPr>
                <w:rFonts w:ascii="Cambria" w:hAnsi="Cambria"/>
                <w:lang w:val="es-EC"/>
              </w:rPr>
              <w:t>Académico</w:t>
            </w:r>
          </w:p>
          <w:p w14:paraId="2D9C21A3" w14:textId="77777777" w:rsidR="00076AC6" w:rsidRPr="00AD76C7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59C3287B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25FF3542" w14:textId="77777777" w:rsidTr="734AFCCE">
        <w:trPr>
          <w:trHeight w:val="321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1A1B" w14:textId="77777777" w:rsidR="00076AC6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Usuarios Afectados</w:t>
            </w:r>
          </w:p>
        </w:tc>
      </w:tr>
      <w:tr w:rsidR="00076AC6" w:rsidRPr="00487116" w14:paraId="19A01BE6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857" w14:textId="77777777" w:rsidR="00DD74F6" w:rsidRPr="00AF71E3" w:rsidRDefault="00AF71E3" w:rsidP="00DD74F6">
            <w:pPr>
              <w:rPr>
                <w:rFonts w:ascii="Cambria" w:hAnsi="Cambria"/>
                <w:bCs/>
                <w:lang w:val="es-419"/>
              </w:rPr>
            </w:pPr>
            <w:r w:rsidRPr="00AF71E3">
              <w:rPr>
                <w:rFonts w:ascii="Cambria" w:hAnsi="Cambria"/>
                <w:bCs/>
                <w:lang w:val="es-419"/>
              </w:rPr>
              <w:t>Usuarios sistema académico</w:t>
            </w:r>
          </w:p>
        </w:tc>
      </w:tr>
      <w:tr w:rsidR="00076AC6" w:rsidRPr="00487116" w14:paraId="76A38F21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0E3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  <w:r>
              <w:rPr>
                <w:b/>
                <w:bCs/>
                <w:lang w:eastAsia="en-US"/>
              </w:rPr>
              <w:t>Nota:</w:t>
            </w:r>
            <w:r>
              <w:rPr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en caso de requerir más información, o de que este cambio afecte alguna actividad programada por favor comunicarse al correo electrónico  </w:t>
            </w:r>
            <w:hyperlink r:id="rId9" w:history="1">
              <w:r w:rsidR="00191847" w:rsidRPr="007808ED">
                <w:rPr>
                  <w:rStyle w:val="Hipervnculo"/>
                  <w:rFonts w:ascii="Cambria" w:hAnsi="Cambria"/>
                  <w:b/>
                  <w:bCs/>
                  <w:lang w:val="es-419"/>
                </w:rPr>
                <w:t>produccion@uce.edu.ec</w:t>
              </w:r>
            </w:hyperlink>
          </w:p>
        </w:tc>
      </w:tr>
    </w:tbl>
    <w:p w14:paraId="7BB6EDCE" w14:textId="77777777" w:rsidR="0062243A" w:rsidRDefault="0062243A"/>
    <w:tbl>
      <w:tblPr>
        <w:tblStyle w:val="Tablaconcuadrcula"/>
        <w:tblW w:w="5968" w:type="pct"/>
        <w:tblInd w:w="-597" w:type="dxa"/>
        <w:tblLook w:val="04A0" w:firstRow="1" w:lastRow="0" w:firstColumn="1" w:lastColumn="0" w:noHBand="0" w:noVBand="1"/>
      </w:tblPr>
      <w:tblGrid>
        <w:gridCol w:w="2519"/>
        <w:gridCol w:w="2520"/>
        <w:gridCol w:w="2520"/>
        <w:gridCol w:w="2520"/>
      </w:tblGrid>
      <w:tr w:rsidR="00832359" w14:paraId="04CFEC4B" w14:textId="77777777" w:rsidTr="00EC7011">
        <w:trPr>
          <w:trHeight w:val="460"/>
        </w:trPr>
        <w:tc>
          <w:tcPr>
            <w:tcW w:w="1250" w:type="pct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33CDEBC0" w14:textId="77777777" w:rsidR="00B579F0" w:rsidRPr="00571172" w:rsidRDefault="00B579F0" w:rsidP="00832359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Desarroll</w:t>
            </w:r>
            <w:r w:rsidR="00621A2D">
              <w:rPr>
                <w:rFonts w:ascii="Cambria" w:hAnsi="Cambria"/>
                <w:b/>
                <w:bCs/>
                <w:lang w:val="es-419"/>
              </w:rPr>
              <w:t>ado 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7DD9FE96" w14:textId="77777777" w:rsidR="00B579F0" w:rsidRPr="00571172" w:rsidRDefault="007469FB" w:rsidP="00DD1926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Paso a producción</w:t>
            </w:r>
            <w:r w:rsidR="00B579F0">
              <w:rPr>
                <w:rFonts w:ascii="Cambria" w:hAnsi="Cambria"/>
                <w:b/>
                <w:bCs/>
                <w:lang w:val="es-419"/>
              </w:rPr>
              <w:t xml:space="preserve">: 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2F08B887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 xml:space="preserve">Revisado </w:t>
            </w:r>
            <w:r>
              <w:rPr>
                <w:rFonts w:ascii="Cambria" w:hAnsi="Cambria"/>
                <w:b/>
                <w:bCs/>
                <w:lang w:val="es-419"/>
              </w:rPr>
              <w:t>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7C9BEC94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>Aprobado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 por:</w:t>
            </w:r>
          </w:p>
        </w:tc>
      </w:tr>
      <w:tr w:rsidR="00832359" w14:paraId="51DD786F" w14:textId="77777777" w:rsidTr="00EC7011">
        <w:trPr>
          <w:trHeight w:val="460"/>
        </w:trPr>
        <w:tc>
          <w:tcPr>
            <w:tcW w:w="1250" w:type="pct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</w:tcPr>
          <w:p w14:paraId="37A8BCE8" w14:textId="6D0064DD" w:rsidR="003B044C" w:rsidRDefault="003B044C" w:rsidP="00533B37">
            <w:pPr>
              <w:rPr>
                <w:lang w:val="es-EC"/>
              </w:rPr>
            </w:pPr>
            <w:bookmarkStart w:id="0" w:name="_GoBack"/>
            <w:bookmarkEnd w:id="0"/>
            <w:r>
              <w:rPr>
                <w:lang w:val="es-EC"/>
              </w:rPr>
              <w:t>Ing. Freddy Guzmán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5F63EAF1" w14:textId="2C91B52C" w:rsidR="00B579F0" w:rsidRPr="005F43DE" w:rsidRDefault="00C46A39" w:rsidP="00533B37">
            <w:pPr>
              <w:rPr>
                <w:rFonts w:ascii="Cambria" w:hAnsi="Cambria"/>
                <w:b/>
                <w:bCs/>
                <w:color w:val="1F497D"/>
                <w:highlight w:val="black"/>
                <w:lang w:val="es-EC"/>
              </w:rPr>
            </w:pPr>
            <w:r>
              <w:rPr>
                <w:lang w:val="es-EC"/>
              </w:rPr>
              <w:t>María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1739178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EC"/>
              </w:rPr>
              <w:t>Ma</w:t>
            </w:r>
            <w:r w:rsidR="005F43DE">
              <w:rPr>
                <w:lang w:val="es-EC"/>
              </w:rPr>
              <w:t>ría</w:t>
            </w:r>
            <w:r>
              <w:rPr>
                <w:lang w:val="es-EC"/>
              </w:rPr>
              <w:t xml:space="preserve">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47CF0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419"/>
              </w:rPr>
              <w:t>Ing. César Morales</w:t>
            </w:r>
          </w:p>
        </w:tc>
      </w:tr>
    </w:tbl>
    <w:p w14:paraId="38622C11" w14:textId="77777777" w:rsidR="00DD74F6" w:rsidRPr="00487116" w:rsidRDefault="00DD74F6" w:rsidP="00DD74F6">
      <w:pPr>
        <w:pStyle w:val="Piedepgina"/>
        <w:rPr>
          <w:lang w:val="es-419"/>
        </w:rPr>
      </w:pPr>
      <w:r>
        <w:rPr>
          <w:lang w:val="es-419"/>
        </w:rPr>
        <w:t>Elaborado por: Área de Proyectos y Producción</w:t>
      </w:r>
    </w:p>
    <w:p w14:paraId="294157AD" w14:textId="77777777" w:rsidR="00F12899" w:rsidRPr="00F12899" w:rsidRDefault="00F12899">
      <w:pPr>
        <w:rPr>
          <w:lang w:val="es-419"/>
        </w:rPr>
      </w:pPr>
    </w:p>
    <w:sectPr w:rsidR="00F12899" w:rsidRPr="00F12899" w:rsidSect="00B536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A9B4C" w14:textId="77777777" w:rsidR="00833842" w:rsidRDefault="00833842" w:rsidP="00487116">
      <w:r>
        <w:separator/>
      </w:r>
    </w:p>
  </w:endnote>
  <w:endnote w:type="continuationSeparator" w:id="0">
    <w:p w14:paraId="1C5CB9B1" w14:textId="77777777" w:rsidR="00833842" w:rsidRDefault="00833842" w:rsidP="004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2E989" w14:textId="77777777" w:rsidR="00833842" w:rsidRDefault="00833842" w:rsidP="00487116">
      <w:r>
        <w:separator/>
      </w:r>
    </w:p>
  </w:footnote>
  <w:footnote w:type="continuationSeparator" w:id="0">
    <w:p w14:paraId="58D9EA5C" w14:textId="77777777" w:rsidR="00833842" w:rsidRDefault="00833842" w:rsidP="0048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76D"/>
    <w:multiLevelType w:val="hybridMultilevel"/>
    <w:tmpl w:val="19A676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6486"/>
    <w:multiLevelType w:val="hybridMultilevel"/>
    <w:tmpl w:val="60AE58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6418"/>
    <w:multiLevelType w:val="hybridMultilevel"/>
    <w:tmpl w:val="5D3C3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013B1"/>
    <w:multiLevelType w:val="hybridMultilevel"/>
    <w:tmpl w:val="CE646A8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2541A"/>
    <w:multiLevelType w:val="hybridMultilevel"/>
    <w:tmpl w:val="445CC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2BE6"/>
    <w:multiLevelType w:val="hybridMultilevel"/>
    <w:tmpl w:val="B008A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B1D11"/>
    <w:multiLevelType w:val="hybridMultilevel"/>
    <w:tmpl w:val="8C96B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86AC8"/>
    <w:multiLevelType w:val="hybridMultilevel"/>
    <w:tmpl w:val="9A0EB62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E1612"/>
    <w:multiLevelType w:val="hybridMultilevel"/>
    <w:tmpl w:val="51802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96CCA"/>
    <w:multiLevelType w:val="hybridMultilevel"/>
    <w:tmpl w:val="94FE3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0A1A"/>
    <w:multiLevelType w:val="hybridMultilevel"/>
    <w:tmpl w:val="686EB4C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5959"/>
    <w:multiLevelType w:val="hybridMultilevel"/>
    <w:tmpl w:val="C2826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37B8D"/>
    <w:multiLevelType w:val="hybridMultilevel"/>
    <w:tmpl w:val="2682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D6896"/>
    <w:multiLevelType w:val="hybridMultilevel"/>
    <w:tmpl w:val="A8E4A8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E0F8F"/>
    <w:multiLevelType w:val="hybridMultilevel"/>
    <w:tmpl w:val="41C6B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66D6A"/>
    <w:multiLevelType w:val="hybridMultilevel"/>
    <w:tmpl w:val="A85E91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3170D"/>
    <w:multiLevelType w:val="hybridMultilevel"/>
    <w:tmpl w:val="E19CB0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60986"/>
    <w:multiLevelType w:val="hybridMultilevel"/>
    <w:tmpl w:val="FAE8570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C4442"/>
    <w:multiLevelType w:val="hybridMultilevel"/>
    <w:tmpl w:val="E862A6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9146F"/>
    <w:multiLevelType w:val="hybridMultilevel"/>
    <w:tmpl w:val="D55E16D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C09D6"/>
    <w:multiLevelType w:val="hybridMultilevel"/>
    <w:tmpl w:val="4C6C21D0"/>
    <w:lvl w:ilvl="0" w:tplc="BA26D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CA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4C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EA1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EE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6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203"/>
    <w:multiLevelType w:val="hybridMultilevel"/>
    <w:tmpl w:val="545CC9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82731"/>
    <w:multiLevelType w:val="hybridMultilevel"/>
    <w:tmpl w:val="5A62C5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11"/>
  </w:num>
  <w:num w:numId="5">
    <w:abstractNumId w:val="13"/>
  </w:num>
  <w:num w:numId="6">
    <w:abstractNumId w:val="4"/>
  </w:num>
  <w:num w:numId="7">
    <w:abstractNumId w:val="22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6"/>
  </w:num>
  <w:num w:numId="14">
    <w:abstractNumId w:val="12"/>
  </w:num>
  <w:num w:numId="15">
    <w:abstractNumId w:val="15"/>
  </w:num>
  <w:num w:numId="16">
    <w:abstractNumId w:val="14"/>
  </w:num>
  <w:num w:numId="17">
    <w:abstractNumId w:val="9"/>
  </w:num>
  <w:num w:numId="18">
    <w:abstractNumId w:val="5"/>
  </w:num>
  <w:num w:numId="19">
    <w:abstractNumId w:val="3"/>
  </w:num>
  <w:num w:numId="20">
    <w:abstractNumId w:val="1"/>
  </w:num>
  <w:num w:numId="21">
    <w:abstractNumId w:val="21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D7"/>
    <w:rsid w:val="000102D5"/>
    <w:rsid w:val="00010BA3"/>
    <w:rsid w:val="00015092"/>
    <w:rsid w:val="00015815"/>
    <w:rsid w:val="000235EB"/>
    <w:rsid w:val="00024D9D"/>
    <w:rsid w:val="00025083"/>
    <w:rsid w:val="00027212"/>
    <w:rsid w:val="000410F5"/>
    <w:rsid w:val="00041129"/>
    <w:rsid w:val="00041A1F"/>
    <w:rsid w:val="000444BD"/>
    <w:rsid w:val="000465F6"/>
    <w:rsid w:val="00052C1C"/>
    <w:rsid w:val="00055524"/>
    <w:rsid w:val="00057ECF"/>
    <w:rsid w:val="00061572"/>
    <w:rsid w:val="00070E14"/>
    <w:rsid w:val="00076AC6"/>
    <w:rsid w:val="00093230"/>
    <w:rsid w:val="000A0018"/>
    <w:rsid w:val="000A04E6"/>
    <w:rsid w:val="000A3BA0"/>
    <w:rsid w:val="000A4D07"/>
    <w:rsid w:val="000B0104"/>
    <w:rsid w:val="000B07EC"/>
    <w:rsid w:val="000B221E"/>
    <w:rsid w:val="000B5ED2"/>
    <w:rsid w:val="000C08C3"/>
    <w:rsid w:val="000C172E"/>
    <w:rsid w:val="000C41E4"/>
    <w:rsid w:val="000C4F47"/>
    <w:rsid w:val="000D0440"/>
    <w:rsid w:val="000D1E12"/>
    <w:rsid w:val="000D5BFA"/>
    <w:rsid w:val="000E2617"/>
    <w:rsid w:val="000F4891"/>
    <w:rsid w:val="000F6CB0"/>
    <w:rsid w:val="00102B5A"/>
    <w:rsid w:val="00111D3E"/>
    <w:rsid w:val="00112AAD"/>
    <w:rsid w:val="00112C1E"/>
    <w:rsid w:val="001213A3"/>
    <w:rsid w:val="00132B69"/>
    <w:rsid w:val="00137407"/>
    <w:rsid w:val="0014126A"/>
    <w:rsid w:val="00142F22"/>
    <w:rsid w:val="001430DD"/>
    <w:rsid w:val="00144876"/>
    <w:rsid w:val="00151A96"/>
    <w:rsid w:val="00151B84"/>
    <w:rsid w:val="001522B1"/>
    <w:rsid w:val="00152F0B"/>
    <w:rsid w:val="00154AD7"/>
    <w:rsid w:val="001558CC"/>
    <w:rsid w:val="00157297"/>
    <w:rsid w:val="001631B6"/>
    <w:rsid w:val="00166619"/>
    <w:rsid w:val="001668CF"/>
    <w:rsid w:val="001708D1"/>
    <w:rsid w:val="00174D93"/>
    <w:rsid w:val="00191847"/>
    <w:rsid w:val="00195A34"/>
    <w:rsid w:val="001A0797"/>
    <w:rsid w:val="001A30F1"/>
    <w:rsid w:val="001A651A"/>
    <w:rsid w:val="001A7B46"/>
    <w:rsid w:val="001B3C31"/>
    <w:rsid w:val="001B7152"/>
    <w:rsid w:val="001B749F"/>
    <w:rsid w:val="001C05DE"/>
    <w:rsid w:val="001C5337"/>
    <w:rsid w:val="001C552E"/>
    <w:rsid w:val="001C6621"/>
    <w:rsid w:val="001C6F18"/>
    <w:rsid w:val="001D0F80"/>
    <w:rsid w:val="001D69DB"/>
    <w:rsid w:val="001D7296"/>
    <w:rsid w:val="001E79AC"/>
    <w:rsid w:val="001F0ADF"/>
    <w:rsid w:val="001F41A8"/>
    <w:rsid w:val="0020428B"/>
    <w:rsid w:val="0020506B"/>
    <w:rsid w:val="00205424"/>
    <w:rsid w:val="00216BA9"/>
    <w:rsid w:val="0021708F"/>
    <w:rsid w:val="00225854"/>
    <w:rsid w:val="002330E4"/>
    <w:rsid w:val="00240110"/>
    <w:rsid w:val="00241D77"/>
    <w:rsid w:val="00247C63"/>
    <w:rsid w:val="00251592"/>
    <w:rsid w:val="002557B6"/>
    <w:rsid w:val="00261685"/>
    <w:rsid w:val="00277C78"/>
    <w:rsid w:val="00282B66"/>
    <w:rsid w:val="00283A99"/>
    <w:rsid w:val="00283D10"/>
    <w:rsid w:val="002868A3"/>
    <w:rsid w:val="002A3A1B"/>
    <w:rsid w:val="002A4B86"/>
    <w:rsid w:val="002A5AB9"/>
    <w:rsid w:val="002B29BB"/>
    <w:rsid w:val="002B34F3"/>
    <w:rsid w:val="002B54FE"/>
    <w:rsid w:val="002B5704"/>
    <w:rsid w:val="002C04E5"/>
    <w:rsid w:val="002C180C"/>
    <w:rsid w:val="002C5F69"/>
    <w:rsid w:val="002D74EF"/>
    <w:rsid w:val="002E07EA"/>
    <w:rsid w:val="002E4401"/>
    <w:rsid w:val="002F3F48"/>
    <w:rsid w:val="002F4E5B"/>
    <w:rsid w:val="002F548D"/>
    <w:rsid w:val="00300E01"/>
    <w:rsid w:val="00301C94"/>
    <w:rsid w:val="003027C6"/>
    <w:rsid w:val="00310AE1"/>
    <w:rsid w:val="00314241"/>
    <w:rsid w:val="00316D7E"/>
    <w:rsid w:val="00336E12"/>
    <w:rsid w:val="00341715"/>
    <w:rsid w:val="00342CAC"/>
    <w:rsid w:val="00342EB5"/>
    <w:rsid w:val="00352B5C"/>
    <w:rsid w:val="003535F9"/>
    <w:rsid w:val="0036244C"/>
    <w:rsid w:val="00365523"/>
    <w:rsid w:val="00365CA2"/>
    <w:rsid w:val="00374A1D"/>
    <w:rsid w:val="003752BB"/>
    <w:rsid w:val="00377C22"/>
    <w:rsid w:val="00383A48"/>
    <w:rsid w:val="0038402C"/>
    <w:rsid w:val="00386BC2"/>
    <w:rsid w:val="003931D7"/>
    <w:rsid w:val="003A3101"/>
    <w:rsid w:val="003A44E7"/>
    <w:rsid w:val="003B044C"/>
    <w:rsid w:val="003B2BA0"/>
    <w:rsid w:val="003B7D19"/>
    <w:rsid w:val="003D1C8D"/>
    <w:rsid w:val="003E0427"/>
    <w:rsid w:val="003F2092"/>
    <w:rsid w:val="003F56ED"/>
    <w:rsid w:val="003F76A6"/>
    <w:rsid w:val="004034BC"/>
    <w:rsid w:val="00405498"/>
    <w:rsid w:val="004119EF"/>
    <w:rsid w:val="004129C2"/>
    <w:rsid w:val="0041677C"/>
    <w:rsid w:val="00421708"/>
    <w:rsid w:val="00427CB0"/>
    <w:rsid w:val="004302D8"/>
    <w:rsid w:val="004317C0"/>
    <w:rsid w:val="00444D96"/>
    <w:rsid w:val="004516C1"/>
    <w:rsid w:val="00452C0F"/>
    <w:rsid w:val="00452FC8"/>
    <w:rsid w:val="00454078"/>
    <w:rsid w:val="004723CA"/>
    <w:rsid w:val="00473AD6"/>
    <w:rsid w:val="0048193A"/>
    <w:rsid w:val="00486A9E"/>
    <w:rsid w:val="00487116"/>
    <w:rsid w:val="00494BA5"/>
    <w:rsid w:val="00495D0E"/>
    <w:rsid w:val="00495D6E"/>
    <w:rsid w:val="004A1AF4"/>
    <w:rsid w:val="004A7AC9"/>
    <w:rsid w:val="004B13B8"/>
    <w:rsid w:val="004B65A6"/>
    <w:rsid w:val="004B6CB2"/>
    <w:rsid w:val="004B7CED"/>
    <w:rsid w:val="004C4499"/>
    <w:rsid w:val="004D0730"/>
    <w:rsid w:val="004E485C"/>
    <w:rsid w:val="004E4D02"/>
    <w:rsid w:val="004F218B"/>
    <w:rsid w:val="004F2562"/>
    <w:rsid w:val="004F5C69"/>
    <w:rsid w:val="00504B7F"/>
    <w:rsid w:val="00504DBB"/>
    <w:rsid w:val="00505104"/>
    <w:rsid w:val="00524045"/>
    <w:rsid w:val="00533B37"/>
    <w:rsid w:val="00534E22"/>
    <w:rsid w:val="00535BFF"/>
    <w:rsid w:val="00546AB3"/>
    <w:rsid w:val="0055268F"/>
    <w:rsid w:val="005572D3"/>
    <w:rsid w:val="00571172"/>
    <w:rsid w:val="00590670"/>
    <w:rsid w:val="00596E55"/>
    <w:rsid w:val="005A7F96"/>
    <w:rsid w:val="005C0A03"/>
    <w:rsid w:val="005C2D68"/>
    <w:rsid w:val="005C3EF4"/>
    <w:rsid w:val="005C4610"/>
    <w:rsid w:val="005C54B6"/>
    <w:rsid w:val="005C6852"/>
    <w:rsid w:val="005C7F94"/>
    <w:rsid w:val="005D10DC"/>
    <w:rsid w:val="005D3536"/>
    <w:rsid w:val="005D4768"/>
    <w:rsid w:val="005D5291"/>
    <w:rsid w:val="005F0D3C"/>
    <w:rsid w:val="005F2B36"/>
    <w:rsid w:val="005F43DE"/>
    <w:rsid w:val="0060259E"/>
    <w:rsid w:val="0061081A"/>
    <w:rsid w:val="006135FE"/>
    <w:rsid w:val="00621A2D"/>
    <w:rsid w:val="0062243A"/>
    <w:rsid w:val="00623D49"/>
    <w:rsid w:val="00623E0C"/>
    <w:rsid w:val="00625994"/>
    <w:rsid w:val="00642963"/>
    <w:rsid w:val="00650545"/>
    <w:rsid w:val="00657C55"/>
    <w:rsid w:val="006606D5"/>
    <w:rsid w:val="00665E2A"/>
    <w:rsid w:val="006702BF"/>
    <w:rsid w:val="0067051C"/>
    <w:rsid w:val="00677039"/>
    <w:rsid w:val="00677ED8"/>
    <w:rsid w:val="006824BB"/>
    <w:rsid w:val="00684C74"/>
    <w:rsid w:val="00687DBA"/>
    <w:rsid w:val="0069058A"/>
    <w:rsid w:val="006937E2"/>
    <w:rsid w:val="006938E4"/>
    <w:rsid w:val="00694396"/>
    <w:rsid w:val="006A4021"/>
    <w:rsid w:val="006A5912"/>
    <w:rsid w:val="006A75FB"/>
    <w:rsid w:val="006B4FD4"/>
    <w:rsid w:val="006C12CC"/>
    <w:rsid w:val="006C1DE2"/>
    <w:rsid w:val="006C67C3"/>
    <w:rsid w:val="006D2868"/>
    <w:rsid w:val="006D4266"/>
    <w:rsid w:val="006D5E8F"/>
    <w:rsid w:val="006E5542"/>
    <w:rsid w:val="006F2BBD"/>
    <w:rsid w:val="0070002B"/>
    <w:rsid w:val="007000F5"/>
    <w:rsid w:val="007024E1"/>
    <w:rsid w:val="00711F25"/>
    <w:rsid w:val="00717ABE"/>
    <w:rsid w:val="007206C5"/>
    <w:rsid w:val="00722F60"/>
    <w:rsid w:val="0072449A"/>
    <w:rsid w:val="0072477C"/>
    <w:rsid w:val="0073303E"/>
    <w:rsid w:val="0073581C"/>
    <w:rsid w:val="007369CD"/>
    <w:rsid w:val="00736C57"/>
    <w:rsid w:val="00737D82"/>
    <w:rsid w:val="00741D44"/>
    <w:rsid w:val="00745091"/>
    <w:rsid w:val="007469FB"/>
    <w:rsid w:val="0075088B"/>
    <w:rsid w:val="00755E86"/>
    <w:rsid w:val="00776B19"/>
    <w:rsid w:val="00784974"/>
    <w:rsid w:val="00784F27"/>
    <w:rsid w:val="00786315"/>
    <w:rsid w:val="007A397B"/>
    <w:rsid w:val="007B0845"/>
    <w:rsid w:val="007B3234"/>
    <w:rsid w:val="007C4BDB"/>
    <w:rsid w:val="007C6693"/>
    <w:rsid w:val="007C6A8E"/>
    <w:rsid w:val="007D0C5C"/>
    <w:rsid w:val="007D2AE3"/>
    <w:rsid w:val="007E1C23"/>
    <w:rsid w:val="007E263D"/>
    <w:rsid w:val="007E456E"/>
    <w:rsid w:val="007E74FA"/>
    <w:rsid w:val="007F6D3B"/>
    <w:rsid w:val="0081086E"/>
    <w:rsid w:val="00815D10"/>
    <w:rsid w:val="00821362"/>
    <w:rsid w:val="0082330C"/>
    <w:rsid w:val="00826318"/>
    <w:rsid w:val="00827A14"/>
    <w:rsid w:val="00831E9C"/>
    <w:rsid w:val="00832359"/>
    <w:rsid w:val="00833842"/>
    <w:rsid w:val="008344AF"/>
    <w:rsid w:val="00835A40"/>
    <w:rsid w:val="008416C2"/>
    <w:rsid w:val="00842A20"/>
    <w:rsid w:val="00847FBF"/>
    <w:rsid w:val="0085041F"/>
    <w:rsid w:val="00852D1C"/>
    <w:rsid w:val="00853449"/>
    <w:rsid w:val="00855FFA"/>
    <w:rsid w:val="00864CAC"/>
    <w:rsid w:val="00865EA2"/>
    <w:rsid w:val="00883721"/>
    <w:rsid w:val="00883976"/>
    <w:rsid w:val="00891E4C"/>
    <w:rsid w:val="00892FB6"/>
    <w:rsid w:val="008A2E84"/>
    <w:rsid w:val="008A522C"/>
    <w:rsid w:val="008A7B4B"/>
    <w:rsid w:val="008B435D"/>
    <w:rsid w:val="008C2018"/>
    <w:rsid w:val="008C4474"/>
    <w:rsid w:val="008C65A9"/>
    <w:rsid w:val="008D38A4"/>
    <w:rsid w:val="008D5417"/>
    <w:rsid w:val="008D63A9"/>
    <w:rsid w:val="008D7371"/>
    <w:rsid w:val="008E12EC"/>
    <w:rsid w:val="008E16C0"/>
    <w:rsid w:val="008E244F"/>
    <w:rsid w:val="008E36B5"/>
    <w:rsid w:val="008E71CC"/>
    <w:rsid w:val="008F0E40"/>
    <w:rsid w:val="008F3C61"/>
    <w:rsid w:val="008F6457"/>
    <w:rsid w:val="009028F3"/>
    <w:rsid w:val="00915082"/>
    <w:rsid w:val="00916090"/>
    <w:rsid w:val="00923DAE"/>
    <w:rsid w:val="00924AEE"/>
    <w:rsid w:val="00934A9C"/>
    <w:rsid w:val="00935911"/>
    <w:rsid w:val="00942892"/>
    <w:rsid w:val="0094724E"/>
    <w:rsid w:val="00951E16"/>
    <w:rsid w:val="009539A2"/>
    <w:rsid w:val="00966F6C"/>
    <w:rsid w:val="00982058"/>
    <w:rsid w:val="009913AD"/>
    <w:rsid w:val="009918FC"/>
    <w:rsid w:val="009920B0"/>
    <w:rsid w:val="009A30B5"/>
    <w:rsid w:val="009A7D64"/>
    <w:rsid w:val="009B1AA8"/>
    <w:rsid w:val="009B6B4A"/>
    <w:rsid w:val="009B6C3A"/>
    <w:rsid w:val="009C2A88"/>
    <w:rsid w:val="009C57C1"/>
    <w:rsid w:val="009C7F4A"/>
    <w:rsid w:val="009C7FD5"/>
    <w:rsid w:val="009D00E7"/>
    <w:rsid w:val="009D5C1C"/>
    <w:rsid w:val="009E1564"/>
    <w:rsid w:val="009F4EB0"/>
    <w:rsid w:val="009F59CC"/>
    <w:rsid w:val="00A019EC"/>
    <w:rsid w:val="00A02B8B"/>
    <w:rsid w:val="00A05AAE"/>
    <w:rsid w:val="00A05F9E"/>
    <w:rsid w:val="00A069B2"/>
    <w:rsid w:val="00A06CF8"/>
    <w:rsid w:val="00A107A9"/>
    <w:rsid w:val="00A15927"/>
    <w:rsid w:val="00A1611D"/>
    <w:rsid w:val="00A32515"/>
    <w:rsid w:val="00A351A8"/>
    <w:rsid w:val="00A3718E"/>
    <w:rsid w:val="00A40142"/>
    <w:rsid w:val="00A40B30"/>
    <w:rsid w:val="00A41DFB"/>
    <w:rsid w:val="00A476D1"/>
    <w:rsid w:val="00A570C3"/>
    <w:rsid w:val="00A61334"/>
    <w:rsid w:val="00A638F0"/>
    <w:rsid w:val="00A7101A"/>
    <w:rsid w:val="00A74167"/>
    <w:rsid w:val="00A7749C"/>
    <w:rsid w:val="00A823BE"/>
    <w:rsid w:val="00A837F2"/>
    <w:rsid w:val="00A838CF"/>
    <w:rsid w:val="00A873BD"/>
    <w:rsid w:val="00AA793C"/>
    <w:rsid w:val="00AB1C6D"/>
    <w:rsid w:val="00AB5E43"/>
    <w:rsid w:val="00AB7885"/>
    <w:rsid w:val="00AC2987"/>
    <w:rsid w:val="00AC4FE2"/>
    <w:rsid w:val="00AC6327"/>
    <w:rsid w:val="00AD3793"/>
    <w:rsid w:val="00AD6A81"/>
    <w:rsid w:val="00AD76C7"/>
    <w:rsid w:val="00AE07F7"/>
    <w:rsid w:val="00AF0C69"/>
    <w:rsid w:val="00AF71E3"/>
    <w:rsid w:val="00AF7618"/>
    <w:rsid w:val="00B107F1"/>
    <w:rsid w:val="00B10F17"/>
    <w:rsid w:val="00B116FD"/>
    <w:rsid w:val="00B13DDF"/>
    <w:rsid w:val="00B177D8"/>
    <w:rsid w:val="00B213A7"/>
    <w:rsid w:val="00B23F41"/>
    <w:rsid w:val="00B4115D"/>
    <w:rsid w:val="00B42000"/>
    <w:rsid w:val="00B43718"/>
    <w:rsid w:val="00B50F4A"/>
    <w:rsid w:val="00B53649"/>
    <w:rsid w:val="00B57888"/>
    <w:rsid w:val="00B579F0"/>
    <w:rsid w:val="00B67897"/>
    <w:rsid w:val="00B73E38"/>
    <w:rsid w:val="00B85025"/>
    <w:rsid w:val="00B85985"/>
    <w:rsid w:val="00B95133"/>
    <w:rsid w:val="00BA6528"/>
    <w:rsid w:val="00BA6809"/>
    <w:rsid w:val="00BA6D6A"/>
    <w:rsid w:val="00BA70C4"/>
    <w:rsid w:val="00BC5139"/>
    <w:rsid w:val="00BD0B65"/>
    <w:rsid w:val="00BD27C4"/>
    <w:rsid w:val="00BD2D5C"/>
    <w:rsid w:val="00BD412D"/>
    <w:rsid w:val="00BD5140"/>
    <w:rsid w:val="00BD6564"/>
    <w:rsid w:val="00BE003C"/>
    <w:rsid w:val="00BF3B04"/>
    <w:rsid w:val="00C04B94"/>
    <w:rsid w:val="00C05FA1"/>
    <w:rsid w:val="00C100BC"/>
    <w:rsid w:val="00C10F11"/>
    <w:rsid w:val="00C1483C"/>
    <w:rsid w:val="00C15BE4"/>
    <w:rsid w:val="00C17771"/>
    <w:rsid w:val="00C22D80"/>
    <w:rsid w:val="00C234C6"/>
    <w:rsid w:val="00C23BF7"/>
    <w:rsid w:val="00C323E8"/>
    <w:rsid w:val="00C345DA"/>
    <w:rsid w:val="00C401D5"/>
    <w:rsid w:val="00C46A39"/>
    <w:rsid w:val="00C64C0F"/>
    <w:rsid w:val="00C740A7"/>
    <w:rsid w:val="00C77545"/>
    <w:rsid w:val="00C82E22"/>
    <w:rsid w:val="00C864FD"/>
    <w:rsid w:val="00C867AA"/>
    <w:rsid w:val="00C91470"/>
    <w:rsid w:val="00C96C2C"/>
    <w:rsid w:val="00CA0D1E"/>
    <w:rsid w:val="00CA1B2E"/>
    <w:rsid w:val="00CA1E27"/>
    <w:rsid w:val="00CA4E86"/>
    <w:rsid w:val="00CA554E"/>
    <w:rsid w:val="00CB1325"/>
    <w:rsid w:val="00CB1A2B"/>
    <w:rsid w:val="00CB2347"/>
    <w:rsid w:val="00CC0968"/>
    <w:rsid w:val="00CD66B8"/>
    <w:rsid w:val="00CD6923"/>
    <w:rsid w:val="00CE20E1"/>
    <w:rsid w:val="00CE26DA"/>
    <w:rsid w:val="00CE3574"/>
    <w:rsid w:val="00CE58FC"/>
    <w:rsid w:val="00CE633F"/>
    <w:rsid w:val="00CF3554"/>
    <w:rsid w:val="00CF5D47"/>
    <w:rsid w:val="00D003F4"/>
    <w:rsid w:val="00D0113B"/>
    <w:rsid w:val="00D0570B"/>
    <w:rsid w:val="00D06785"/>
    <w:rsid w:val="00D15208"/>
    <w:rsid w:val="00D171F5"/>
    <w:rsid w:val="00D17ADC"/>
    <w:rsid w:val="00D26C39"/>
    <w:rsid w:val="00D36BC0"/>
    <w:rsid w:val="00D5296D"/>
    <w:rsid w:val="00D64AFB"/>
    <w:rsid w:val="00D7011C"/>
    <w:rsid w:val="00D72CAE"/>
    <w:rsid w:val="00D80FAF"/>
    <w:rsid w:val="00D8119B"/>
    <w:rsid w:val="00D86917"/>
    <w:rsid w:val="00D94ADB"/>
    <w:rsid w:val="00DA11E0"/>
    <w:rsid w:val="00DB1919"/>
    <w:rsid w:val="00DB653A"/>
    <w:rsid w:val="00DC090C"/>
    <w:rsid w:val="00DC74C7"/>
    <w:rsid w:val="00DC76FD"/>
    <w:rsid w:val="00DD1926"/>
    <w:rsid w:val="00DD2CDE"/>
    <w:rsid w:val="00DD74F6"/>
    <w:rsid w:val="00DD7B40"/>
    <w:rsid w:val="00DE6540"/>
    <w:rsid w:val="00DF2CBF"/>
    <w:rsid w:val="00DF3202"/>
    <w:rsid w:val="00DF5626"/>
    <w:rsid w:val="00E01484"/>
    <w:rsid w:val="00E04834"/>
    <w:rsid w:val="00E11A79"/>
    <w:rsid w:val="00E13CEF"/>
    <w:rsid w:val="00E16AF2"/>
    <w:rsid w:val="00E17B86"/>
    <w:rsid w:val="00E2762F"/>
    <w:rsid w:val="00E33C63"/>
    <w:rsid w:val="00E40076"/>
    <w:rsid w:val="00E41DF8"/>
    <w:rsid w:val="00E437E7"/>
    <w:rsid w:val="00E64DFB"/>
    <w:rsid w:val="00E71526"/>
    <w:rsid w:val="00E8327E"/>
    <w:rsid w:val="00E9628A"/>
    <w:rsid w:val="00EA7D73"/>
    <w:rsid w:val="00EB00DD"/>
    <w:rsid w:val="00EB094D"/>
    <w:rsid w:val="00EB35E5"/>
    <w:rsid w:val="00EB5BE5"/>
    <w:rsid w:val="00EC6C55"/>
    <w:rsid w:val="00EC7011"/>
    <w:rsid w:val="00ED0863"/>
    <w:rsid w:val="00ED404F"/>
    <w:rsid w:val="00ED7C6A"/>
    <w:rsid w:val="00EF1BA8"/>
    <w:rsid w:val="00EF2770"/>
    <w:rsid w:val="00EF30BC"/>
    <w:rsid w:val="00EF3F2C"/>
    <w:rsid w:val="00EF534C"/>
    <w:rsid w:val="00F003B4"/>
    <w:rsid w:val="00F044C6"/>
    <w:rsid w:val="00F06E43"/>
    <w:rsid w:val="00F12899"/>
    <w:rsid w:val="00F17312"/>
    <w:rsid w:val="00F21D8C"/>
    <w:rsid w:val="00F33C31"/>
    <w:rsid w:val="00F378A2"/>
    <w:rsid w:val="00F40CE5"/>
    <w:rsid w:val="00F40DF5"/>
    <w:rsid w:val="00F42896"/>
    <w:rsid w:val="00F44023"/>
    <w:rsid w:val="00F47EF2"/>
    <w:rsid w:val="00F50182"/>
    <w:rsid w:val="00F5201B"/>
    <w:rsid w:val="00F60A0A"/>
    <w:rsid w:val="00F747EC"/>
    <w:rsid w:val="00F76915"/>
    <w:rsid w:val="00F86EB9"/>
    <w:rsid w:val="00F9663B"/>
    <w:rsid w:val="00FA201D"/>
    <w:rsid w:val="00FA5B90"/>
    <w:rsid w:val="00FB67AA"/>
    <w:rsid w:val="00FC2D87"/>
    <w:rsid w:val="00FC4422"/>
    <w:rsid w:val="00FD2BFE"/>
    <w:rsid w:val="00FF03C0"/>
    <w:rsid w:val="00FF0431"/>
    <w:rsid w:val="00FF06DA"/>
    <w:rsid w:val="00FF2EEA"/>
    <w:rsid w:val="00FF3BAC"/>
    <w:rsid w:val="00FF45B4"/>
    <w:rsid w:val="0208BEDA"/>
    <w:rsid w:val="0A20D793"/>
    <w:rsid w:val="0A8509DF"/>
    <w:rsid w:val="0CE37681"/>
    <w:rsid w:val="0D86510A"/>
    <w:rsid w:val="112513D4"/>
    <w:rsid w:val="15B3A495"/>
    <w:rsid w:val="1991429C"/>
    <w:rsid w:val="19E51331"/>
    <w:rsid w:val="1B6541BA"/>
    <w:rsid w:val="1BF292CB"/>
    <w:rsid w:val="261B5ABF"/>
    <w:rsid w:val="263A1C7B"/>
    <w:rsid w:val="27DF6663"/>
    <w:rsid w:val="2A0DFC45"/>
    <w:rsid w:val="2A31DEEB"/>
    <w:rsid w:val="2BA0C62C"/>
    <w:rsid w:val="2DA01B49"/>
    <w:rsid w:val="36DD73F4"/>
    <w:rsid w:val="38AC8FDB"/>
    <w:rsid w:val="3C74B222"/>
    <w:rsid w:val="3DA1A3F7"/>
    <w:rsid w:val="3F6BDA01"/>
    <w:rsid w:val="42571664"/>
    <w:rsid w:val="42C10033"/>
    <w:rsid w:val="44439691"/>
    <w:rsid w:val="4511CFA7"/>
    <w:rsid w:val="454F6E5E"/>
    <w:rsid w:val="496638BE"/>
    <w:rsid w:val="4A77D781"/>
    <w:rsid w:val="4FC7EB8D"/>
    <w:rsid w:val="5083C2E4"/>
    <w:rsid w:val="52245501"/>
    <w:rsid w:val="54CC5184"/>
    <w:rsid w:val="56A6135E"/>
    <w:rsid w:val="5889551E"/>
    <w:rsid w:val="5B5E8CEE"/>
    <w:rsid w:val="5FE3E282"/>
    <w:rsid w:val="600BDDF7"/>
    <w:rsid w:val="61052A55"/>
    <w:rsid w:val="613FE567"/>
    <w:rsid w:val="624B7F8C"/>
    <w:rsid w:val="65677D2E"/>
    <w:rsid w:val="65A0F334"/>
    <w:rsid w:val="69F288F4"/>
    <w:rsid w:val="6B984F72"/>
    <w:rsid w:val="6DE7F5E7"/>
    <w:rsid w:val="6F481F8E"/>
    <w:rsid w:val="6F4B5876"/>
    <w:rsid w:val="6F5B5964"/>
    <w:rsid w:val="7044B234"/>
    <w:rsid w:val="72D1C379"/>
    <w:rsid w:val="734AFCCE"/>
    <w:rsid w:val="756BE760"/>
    <w:rsid w:val="78C86351"/>
    <w:rsid w:val="7A44B2FF"/>
    <w:rsid w:val="7CCD68FA"/>
    <w:rsid w:val="7D34119C"/>
    <w:rsid w:val="7E45B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9E24"/>
  <w15:chartTrackingRefBased/>
  <w15:docId w15:val="{2DEBDDF6-C1F6-4412-9A02-61E6ACAF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564"/>
    <w:pPr>
      <w:spacing w:after="0" w:line="240" w:lineRule="auto"/>
    </w:pPr>
    <w:rPr>
      <w:rFonts w:ascii="Calibri" w:hAnsi="Calibri" w:cs="Times New Roman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B5ED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564"/>
    <w:pPr>
      <w:ind w:left="720"/>
    </w:pPr>
  </w:style>
  <w:style w:type="paragraph" w:styleId="NormalWeb">
    <w:name w:val="Normal (Web)"/>
    <w:basedOn w:val="Normal"/>
    <w:uiPriority w:val="99"/>
    <w:unhideWhenUsed/>
    <w:rsid w:val="006224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7116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116"/>
    <w:rPr>
      <w:rFonts w:ascii="Calibri" w:hAnsi="Calibri" w:cs="Times New Roman"/>
      <w:lang w:eastAsia="es-ES"/>
    </w:rPr>
  </w:style>
  <w:style w:type="character" w:customStyle="1" w:styleId="highlight">
    <w:name w:val="highlight"/>
    <w:basedOn w:val="Fuentedeprrafopredeter"/>
    <w:rsid w:val="00487116"/>
  </w:style>
  <w:style w:type="table" w:styleId="Tablaconcuadrcula">
    <w:name w:val="Table Grid"/>
    <w:basedOn w:val="Tablanormal"/>
    <w:uiPriority w:val="39"/>
    <w:rsid w:val="00AB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7C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C63"/>
    <w:rPr>
      <w:rFonts w:ascii="Segoe UI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D404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B5ED2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duccion@uce.edu.e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yano\OneDrive%20-%20Universidad%20Central%20del%20Ecuador\Proyectos\Acad&#233;mico\Ventanas%20de%20mantenimiento\plantilla_academico_v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6F8C5-2478-4BE8-9387-D710EBC4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plantilla_academico_v2</Template>
  <TotalTime>8</TotalTime>
  <Pages>1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MOYANO LUCIO</dc:creator>
  <cp:keywords/>
  <dc:description/>
  <cp:lastModifiedBy>MARIA ESTHER MOYANO LUCIO</cp:lastModifiedBy>
  <cp:revision>3</cp:revision>
  <cp:lastPrinted>2023-07-14T19:35:00Z</cp:lastPrinted>
  <dcterms:created xsi:type="dcterms:W3CDTF">2024-04-05T20:07:00Z</dcterms:created>
  <dcterms:modified xsi:type="dcterms:W3CDTF">2024-04-05T20:15:00Z</dcterms:modified>
</cp:coreProperties>
</file>