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bookmarkStart w:id="0" w:name="_GoBack"/>
            <w:bookmarkEnd w:id="0"/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05B45180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7075B5">
              <w:rPr>
                <w:rFonts w:ascii="Cambria" w:hAnsi="Cambria"/>
                <w:lang w:val="es-EC"/>
              </w:rPr>
              <w:t xml:space="preserve">Admisión 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63D4C6B8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F31A94">
              <w:rPr>
                <w:rFonts w:ascii="Cambria" w:hAnsi="Cambria"/>
                <w:b/>
                <w:bCs/>
                <w:lang w:val="es-419"/>
              </w:rPr>
              <w:t>14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3178F9">
              <w:rPr>
                <w:rFonts w:ascii="Cambria" w:hAnsi="Cambria"/>
                <w:b/>
                <w:bCs/>
                <w:lang w:val="es-EC"/>
              </w:rPr>
              <w:t>SADMIS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69B4667F" w:rsidR="00076AC6" w:rsidRPr="00487116" w:rsidRDefault="00F31A94" w:rsidP="00A06C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27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F378A2">
              <w:rPr>
                <w:rFonts w:ascii="Cambria" w:hAnsi="Cambria"/>
                <w:b/>
                <w:bCs/>
              </w:rPr>
              <w:t>03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367E7C">
              <w:rPr>
                <w:rFonts w:ascii="Cambria" w:hAnsi="Cambria"/>
                <w:b/>
                <w:bCs/>
              </w:rPr>
              <w:t>12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367E7C">
              <w:rPr>
                <w:rFonts w:ascii="Cambria" w:hAnsi="Cambria"/>
                <w:b/>
                <w:bCs/>
              </w:rPr>
              <w:t>3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1CFB5CAB" w:rsidR="00076AC6" w:rsidRPr="00AF71E3" w:rsidRDefault="00AD3793" w:rsidP="00365CA2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F31A94">
              <w:rPr>
                <w:rFonts w:ascii="Cambria" w:hAnsi="Cambria"/>
                <w:b/>
                <w:bCs/>
              </w:rPr>
              <w:t>27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F378A2">
              <w:rPr>
                <w:rFonts w:ascii="Cambria" w:hAnsi="Cambria"/>
                <w:b/>
                <w:bCs/>
              </w:rPr>
              <w:t>03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367E7C">
              <w:rPr>
                <w:rFonts w:ascii="Cambria" w:hAnsi="Cambria"/>
                <w:b/>
                <w:bCs/>
              </w:rPr>
              <w:t>13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367E7C">
              <w:rPr>
                <w:rFonts w:ascii="Cambria" w:hAnsi="Cambria"/>
                <w:b/>
                <w:bCs/>
              </w:rPr>
              <w:t>0</w:t>
            </w:r>
            <w:r w:rsidR="00784F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670124F3" w:rsidR="000456BB" w:rsidRPr="00F40A1B" w:rsidRDefault="003178F9" w:rsidP="00F40A1B">
            <w:pPr>
              <w:pStyle w:val="Prrafodelista"/>
              <w:numPr>
                <w:ilvl w:val="0"/>
                <w:numId w:val="23"/>
              </w:numPr>
              <w:rPr>
                <w:rFonts w:ascii="Cambria" w:hAnsi="Cambria" w:cs="Calibri"/>
                <w:lang w:eastAsia="es-EC"/>
              </w:rPr>
            </w:pPr>
            <w:r>
              <w:rPr>
                <w:rFonts w:ascii="Cambria" w:hAnsi="Cambria" w:cs="Calibri"/>
                <w:lang w:eastAsia="es-EC"/>
              </w:rPr>
              <w:t>Habilitación</w:t>
            </w:r>
            <w:r w:rsidR="00F40A1B">
              <w:rPr>
                <w:rFonts w:ascii="Cambria" w:hAnsi="Cambria" w:cs="Calibri"/>
                <w:lang w:eastAsia="es-EC"/>
              </w:rPr>
              <w:t xml:space="preserve"> de</w:t>
            </w:r>
            <w:r w:rsidR="00367E7C">
              <w:rPr>
                <w:rFonts w:ascii="Cambria" w:hAnsi="Cambria" w:cs="Calibri"/>
                <w:lang w:eastAsia="es-EC"/>
              </w:rPr>
              <w:t>l reporte de aspirantes que han realizado la solicitud por discapacidad y que desean dar la prueba en la Universidad por inconvenientes de conectividad.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6293F661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7075B5">
              <w:rPr>
                <w:rFonts w:ascii="Cambria" w:hAnsi="Cambria"/>
                <w:lang w:val="es-EC"/>
              </w:rPr>
              <w:t xml:space="preserve">de Admisión 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40049060" w14:textId="42EAB3FA" w:rsidR="00E44DE8" w:rsidRDefault="00C05FA1" w:rsidP="00E44DE8">
            <w:pPr>
              <w:rPr>
                <w:lang w:val="es-EC"/>
              </w:rPr>
            </w:pPr>
            <w:r>
              <w:rPr>
                <w:lang w:val="es-EC"/>
              </w:rPr>
              <w:t xml:space="preserve">Ing. </w:t>
            </w:r>
            <w:r w:rsidR="00E44DE8">
              <w:rPr>
                <w:lang w:val="es-EC"/>
              </w:rPr>
              <w:t>Daniel Albuja</w:t>
            </w:r>
          </w:p>
          <w:p w14:paraId="37A8BCE8" w14:textId="6EA6BE9F" w:rsidR="00F378A2" w:rsidRDefault="00F378A2" w:rsidP="00533B37">
            <w:pPr>
              <w:rPr>
                <w:lang w:val="es-EC"/>
              </w:rPr>
            </w:pP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DEFEAED" w:rsidR="00B579F0" w:rsidRPr="005F43DE" w:rsidRDefault="003178F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419"/>
              </w:rPr>
              <w:t>Ing. César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D133E" w14:textId="77777777" w:rsidR="009E77DA" w:rsidRDefault="009E77DA" w:rsidP="00487116">
      <w:r>
        <w:separator/>
      </w:r>
    </w:p>
  </w:endnote>
  <w:endnote w:type="continuationSeparator" w:id="0">
    <w:p w14:paraId="5145F124" w14:textId="77777777" w:rsidR="009E77DA" w:rsidRDefault="009E77DA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CD59A" w14:textId="77777777" w:rsidR="009E77DA" w:rsidRDefault="009E77DA" w:rsidP="00487116">
      <w:r>
        <w:separator/>
      </w:r>
    </w:p>
  </w:footnote>
  <w:footnote w:type="continuationSeparator" w:id="0">
    <w:p w14:paraId="75049780" w14:textId="77777777" w:rsidR="009E77DA" w:rsidRDefault="009E77DA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686EB4C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22A84"/>
    <w:rsid w:val="00024D9D"/>
    <w:rsid w:val="00025083"/>
    <w:rsid w:val="00027212"/>
    <w:rsid w:val="00041129"/>
    <w:rsid w:val="00041A1F"/>
    <w:rsid w:val="000444BD"/>
    <w:rsid w:val="000456BB"/>
    <w:rsid w:val="000465F6"/>
    <w:rsid w:val="00052C1C"/>
    <w:rsid w:val="00055524"/>
    <w:rsid w:val="00057ECF"/>
    <w:rsid w:val="00061572"/>
    <w:rsid w:val="00070E14"/>
    <w:rsid w:val="00076AC6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D672E"/>
    <w:rsid w:val="000E2617"/>
    <w:rsid w:val="000F3BD9"/>
    <w:rsid w:val="000F4891"/>
    <w:rsid w:val="000F6CB0"/>
    <w:rsid w:val="00102B5A"/>
    <w:rsid w:val="001062AF"/>
    <w:rsid w:val="00111D3E"/>
    <w:rsid w:val="00112AAD"/>
    <w:rsid w:val="00112C1E"/>
    <w:rsid w:val="001213A3"/>
    <w:rsid w:val="00132B69"/>
    <w:rsid w:val="00137407"/>
    <w:rsid w:val="0014126A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7B46"/>
    <w:rsid w:val="001B0727"/>
    <w:rsid w:val="001B3C31"/>
    <w:rsid w:val="001B7152"/>
    <w:rsid w:val="001B749F"/>
    <w:rsid w:val="001C05DE"/>
    <w:rsid w:val="001C5337"/>
    <w:rsid w:val="001C552E"/>
    <w:rsid w:val="001C6621"/>
    <w:rsid w:val="001C6F18"/>
    <w:rsid w:val="001D0F80"/>
    <w:rsid w:val="001D69DB"/>
    <w:rsid w:val="001D7296"/>
    <w:rsid w:val="001E79AC"/>
    <w:rsid w:val="001F41A8"/>
    <w:rsid w:val="00201661"/>
    <w:rsid w:val="0020428B"/>
    <w:rsid w:val="0020506B"/>
    <w:rsid w:val="00205424"/>
    <w:rsid w:val="00211793"/>
    <w:rsid w:val="00216BA9"/>
    <w:rsid w:val="0021708F"/>
    <w:rsid w:val="00225854"/>
    <w:rsid w:val="002330E4"/>
    <w:rsid w:val="00240110"/>
    <w:rsid w:val="00241D77"/>
    <w:rsid w:val="00247C63"/>
    <w:rsid w:val="00251592"/>
    <w:rsid w:val="002557B6"/>
    <w:rsid w:val="00261685"/>
    <w:rsid w:val="00277C78"/>
    <w:rsid w:val="00282B66"/>
    <w:rsid w:val="00283D10"/>
    <w:rsid w:val="002868A3"/>
    <w:rsid w:val="002A1A24"/>
    <w:rsid w:val="002A3A1B"/>
    <w:rsid w:val="002A4B86"/>
    <w:rsid w:val="002A5AB9"/>
    <w:rsid w:val="002B34F3"/>
    <w:rsid w:val="002B4805"/>
    <w:rsid w:val="002B54FE"/>
    <w:rsid w:val="002B5704"/>
    <w:rsid w:val="002C04E5"/>
    <w:rsid w:val="002C180C"/>
    <w:rsid w:val="002C5F69"/>
    <w:rsid w:val="002D0779"/>
    <w:rsid w:val="002D74EF"/>
    <w:rsid w:val="002E07EA"/>
    <w:rsid w:val="002E4401"/>
    <w:rsid w:val="002F3F48"/>
    <w:rsid w:val="002F548D"/>
    <w:rsid w:val="00300E01"/>
    <w:rsid w:val="00301C94"/>
    <w:rsid w:val="00310AE1"/>
    <w:rsid w:val="00314241"/>
    <w:rsid w:val="00316D7E"/>
    <w:rsid w:val="003178F9"/>
    <w:rsid w:val="00336E12"/>
    <w:rsid w:val="00341715"/>
    <w:rsid w:val="00342CAC"/>
    <w:rsid w:val="00342EB5"/>
    <w:rsid w:val="00352B5C"/>
    <w:rsid w:val="003535F9"/>
    <w:rsid w:val="0036244C"/>
    <w:rsid w:val="00365523"/>
    <w:rsid w:val="00365CA2"/>
    <w:rsid w:val="00367E7C"/>
    <w:rsid w:val="00374A1D"/>
    <w:rsid w:val="00377C22"/>
    <w:rsid w:val="00383A48"/>
    <w:rsid w:val="0038402C"/>
    <w:rsid w:val="00386BC2"/>
    <w:rsid w:val="003931D7"/>
    <w:rsid w:val="003A3101"/>
    <w:rsid w:val="003A44E7"/>
    <w:rsid w:val="003A56EC"/>
    <w:rsid w:val="003B2BA0"/>
    <w:rsid w:val="003B7D19"/>
    <w:rsid w:val="003C4B57"/>
    <w:rsid w:val="003D1C8D"/>
    <w:rsid w:val="003E0427"/>
    <w:rsid w:val="003F2092"/>
    <w:rsid w:val="003F56ED"/>
    <w:rsid w:val="003F76A6"/>
    <w:rsid w:val="004034BC"/>
    <w:rsid w:val="00405498"/>
    <w:rsid w:val="004119EF"/>
    <w:rsid w:val="004129C2"/>
    <w:rsid w:val="0041677C"/>
    <w:rsid w:val="00421708"/>
    <w:rsid w:val="00427CB0"/>
    <w:rsid w:val="004302D8"/>
    <w:rsid w:val="004317C0"/>
    <w:rsid w:val="004516C1"/>
    <w:rsid w:val="00452C0F"/>
    <w:rsid w:val="00452FC8"/>
    <w:rsid w:val="00454078"/>
    <w:rsid w:val="004708D0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7AC9"/>
    <w:rsid w:val="004B13B8"/>
    <w:rsid w:val="004B65A6"/>
    <w:rsid w:val="004B6CB2"/>
    <w:rsid w:val="004B7CED"/>
    <w:rsid w:val="004C4499"/>
    <w:rsid w:val="004D0730"/>
    <w:rsid w:val="004E485C"/>
    <w:rsid w:val="004E4D02"/>
    <w:rsid w:val="004F218B"/>
    <w:rsid w:val="004F5C69"/>
    <w:rsid w:val="00504B7F"/>
    <w:rsid w:val="00504DBB"/>
    <w:rsid w:val="00505104"/>
    <w:rsid w:val="0051378B"/>
    <w:rsid w:val="00524045"/>
    <w:rsid w:val="00533B37"/>
    <w:rsid w:val="00534E22"/>
    <w:rsid w:val="00535BFF"/>
    <w:rsid w:val="00546AB3"/>
    <w:rsid w:val="0055268F"/>
    <w:rsid w:val="005572D3"/>
    <w:rsid w:val="00571172"/>
    <w:rsid w:val="00577072"/>
    <w:rsid w:val="00590670"/>
    <w:rsid w:val="00596E55"/>
    <w:rsid w:val="005A7D7A"/>
    <w:rsid w:val="005A7F96"/>
    <w:rsid w:val="005C0A03"/>
    <w:rsid w:val="005C2D68"/>
    <w:rsid w:val="005C3EF4"/>
    <w:rsid w:val="005C54B6"/>
    <w:rsid w:val="005C6852"/>
    <w:rsid w:val="005C7F94"/>
    <w:rsid w:val="005D10DC"/>
    <w:rsid w:val="005D3536"/>
    <w:rsid w:val="005D4768"/>
    <w:rsid w:val="005D5291"/>
    <w:rsid w:val="005F0AC9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7C55"/>
    <w:rsid w:val="006606D5"/>
    <w:rsid w:val="00660A8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4021"/>
    <w:rsid w:val="006A5912"/>
    <w:rsid w:val="006A75FB"/>
    <w:rsid w:val="006B4FD4"/>
    <w:rsid w:val="006C12CC"/>
    <w:rsid w:val="006C1DE2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058D5"/>
    <w:rsid w:val="007075B5"/>
    <w:rsid w:val="00711F25"/>
    <w:rsid w:val="00717ABE"/>
    <w:rsid w:val="007206C5"/>
    <w:rsid w:val="00722F60"/>
    <w:rsid w:val="0072449A"/>
    <w:rsid w:val="0072477C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76B19"/>
    <w:rsid w:val="00784974"/>
    <w:rsid w:val="00784F27"/>
    <w:rsid w:val="00786315"/>
    <w:rsid w:val="00792B46"/>
    <w:rsid w:val="007A397B"/>
    <w:rsid w:val="007B0845"/>
    <w:rsid w:val="007B3234"/>
    <w:rsid w:val="007C2D79"/>
    <w:rsid w:val="007C4BDB"/>
    <w:rsid w:val="007C6693"/>
    <w:rsid w:val="007C6A8E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3D0E"/>
    <w:rsid w:val="009C57C1"/>
    <w:rsid w:val="009C7F4A"/>
    <w:rsid w:val="009C7FD5"/>
    <w:rsid w:val="009D00E7"/>
    <w:rsid w:val="009D5C1C"/>
    <w:rsid w:val="009E0C5A"/>
    <w:rsid w:val="009E1564"/>
    <w:rsid w:val="009E77DA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3F3B"/>
    <w:rsid w:val="00A15927"/>
    <w:rsid w:val="00A1611D"/>
    <w:rsid w:val="00A32515"/>
    <w:rsid w:val="00A351A8"/>
    <w:rsid w:val="00A3718E"/>
    <w:rsid w:val="00A40142"/>
    <w:rsid w:val="00A40B30"/>
    <w:rsid w:val="00A41DFB"/>
    <w:rsid w:val="00A43127"/>
    <w:rsid w:val="00A476D1"/>
    <w:rsid w:val="00A570C3"/>
    <w:rsid w:val="00A612D7"/>
    <w:rsid w:val="00A61334"/>
    <w:rsid w:val="00A638F0"/>
    <w:rsid w:val="00A7101A"/>
    <w:rsid w:val="00A74167"/>
    <w:rsid w:val="00A7749C"/>
    <w:rsid w:val="00A823BE"/>
    <w:rsid w:val="00A82BFC"/>
    <w:rsid w:val="00A837F2"/>
    <w:rsid w:val="00A838CF"/>
    <w:rsid w:val="00A873BD"/>
    <w:rsid w:val="00A97931"/>
    <w:rsid w:val="00AA793C"/>
    <w:rsid w:val="00AB1C6D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DDF"/>
    <w:rsid w:val="00B177D8"/>
    <w:rsid w:val="00B213A7"/>
    <w:rsid w:val="00B23F41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85025"/>
    <w:rsid w:val="00B85985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F3B04"/>
    <w:rsid w:val="00C04B94"/>
    <w:rsid w:val="00C05FA1"/>
    <w:rsid w:val="00C100BC"/>
    <w:rsid w:val="00C10F11"/>
    <w:rsid w:val="00C1483C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1B2E"/>
    <w:rsid w:val="00CA1E27"/>
    <w:rsid w:val="00CA4E86"/>
    <w:rsid w:val="00CA554E"/>
    <w:rsid w:val="00CB1325"/>
    <w:rsid w:val="00CB1A2B"/>
    <w:rsid w:val="00CB2347"/>
    <w:rsid w:val="00CC0968"/>
    <w:rsid w:val="00CD66B8"/>
    <w:rsid w:val="00CD6923"/>
    <w:rsid w:val="00CD7A1C"/>
    <w:rsid w:val="00CE20E1"/>
    <w:rsid w:val="00CE26DA"/>
    <w:rsid w:val="00CE3574"/>
    <w:rsid w:val="00CE58FC"/>
    <w:rsid w:val="00CE633F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4C7C"/>
    <w:rsid w:val="00D26C39"/>
    <w:rsid w:val="00D36BC0"/>
    <w:rsid w:val="00D5296D"/>
    <w:rsid w:val="00D64AFB"/>
    <w:rsid w:val="00D7011C"/>
    <w:rsid w:val="00D72CAE"/>
    <w:rsid w:val="00D80FAF"/>
    <w:rsid w:val="00D8119B"/>
    <w:rsid w:val="00D86917"/>
    <w:rsid w:val="00D94ADB"/>
    <w:rsid w:val="00DA11E0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2229"/>
    <w:rsid w:val="00DE6540"/>
    <w:rsid w:val="00DF2CBF"/>
    <w:rsid w:val="00DF3202"/>
    <w:rsid w:val="00DF5626"/>
    <w:rsid w:val="00E01484"/>
    <w:rsid w:val="00E04834"/>
    <w:rsid w:val="00E11A79"/>
    <w:rsid w:val="00E13CEF"/>
    <w:rsid w:val="00E16AF2"/>
    <w:rsid w:val="00E2762F"/>
    <w:rsid w:val="00E33C63"/>
    <w:rsid w:val="00E40076"/>
    <w:rsid w:val="00E41DF8"/>
    <w:rsid w:val="00E437E7"/>
    <w:rsid w:val="00E44DE8"/>
    <w:rsid w:val="00E64DFB"/>
    <w:rsid w:val="00E71526"/>
    <w:rsid w:val="00E8327E"/>
    <w:rsid w:val="00E9628A"/>
    <w:rsid w:val="00EA7D73"/>
    <w:rsid w:val="00EB00DD"/>
    <w:rsid w:val="00EB094D"/>
    <w:rsid w:val="00EB35E5"/>
    <w:rsid w:val="00EB5BE5"/>
    <w:rsid w:val="00EC6C55"/>
    <w:rsid w:val="00EC7011"/>
    <w:rsid w:val="00ED0863"/>
    <w:rsid w:val="00ED404F"/>
    <w:rsid w:val="00ED7C6A"/>
    <w:rsid w:val="00EE0598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6395"/>
    <w:rsid w:val="00F17312"/>
    <w:rsid w:val="00F21D8C"/>
    <w:rsid w:val="00F31A94"/>
    <w:rsid w:val="00F33C31"/>
    <w:rsid w:val="00F378A2"/>
    <w:rsid w:val="00F40A1B"/>
    <w:rsid w:val="00F40CE5"/>
    <w:rsid w:val="00F40DF5"/>
    <w:rsid w:val="00F42896"/>
    <w:rsid w:val="00F45B73"/>
    <w:rsid w:val="00F47EF2"/>
    <w:rsid w:val="00F50182"/>
    <w:rsid w:val="00F5201B"/>
    <w:rsid w:val="00F60A0A"/>
    <w:rsid w:val="00F747EC"/>
    <w:rsid w:val="00F76915"/>
    <w:rsid w:val="00F86EB9"/>
    <w:rsid w:val="00F95275"/>
    <w:rsid w:val="00F9663B"/>
    <w:rsid w:val="00FA201D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FA57A-024A-446E-8E9C-B3EC713A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2</cp:revision>
  <cp:lastPrinted>2023-07-14T19:35:00Z</cp:lastPrinted>
  <dcterms:created xsi:type="dcterms:W3CDTF">2024-04-01T14:47:00Z</dcterms:created>
  <dcterms:modified xsi:type="dcterms:W3CDTF">2024-04-01T14:47:00Z</dcterms:modified>
</cp:coreProperties>
</file>